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6963F01" w:rsidR="0035531B" w:rsidRDefault="0035531B" w:rsidP="00EB46E5">
      <w:pPr>
        <w:pStyle w:val="Titul2"/>
      </w:pPr>
      <w:r w:rsidRPr="00CF0D26">
        <w:t>„</w:t>
      </w:r>
      <w:r w:rsidR="0017191A" w:rsidRPr="00CF0D26">
        <w:t>Rekonstrukce PZS VÚD přejezdu P7565 v km 72,505 trati Olomouc – Krnov</w:t>
      </w:r>
      <w:r w:rsidRPr="00CF0D26">
        <w:t>“</w:t>
      </w:r>
    </w:p>
    <w:p w14:paraId="152849FF" w14:textId="77777777" w:rsidR="00AD0C7B" w:rsidRPr="006C2343" w:rsidRDefault="00AD0C7B" w:rsidP="00EB46E5">
      <w:pPr>
        <w:pStyle w:val="Titul2"/>
      </w:pPr>
    </w:p>
    <w:p w14:paraId="45AB7781" w14:textId="070FD198" w:rsidR="00F46EA7" w:rsidRDefault="00F46EA7" w:rsidP="00F46EA7">
      <w:pPr>
        <w:pStyle w:val="Text1-1"/>
        <w:numPr>
          <w:ilvl w:val="0"/>
          <w:numId w:val="0"/>
        </w:numPr>
        <w:tabs>
          <w:tab w:val="left" w:pos="708"/>
        </w:tabs>
        <w:ind w:left="737" w:hanging="737"/>
      </w:pPr>
      <w:r>
        <w:t xml:space="preserve">Č.j. </w:t>
      </w:r>
      <w:r w:rsidR="00CF0D26" w:rsidRPr="00CF0D26">
        <w:t>12690/2023-SŽ-SSV-Ú3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765379BA"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2F1E8B">
          <w:rPr>
            <w:noProof/>
            <w:webHidden/>
          </w:rPr>
          <w:t>3</w:t>
        </w:r>
        <w:r w:rsidR="00F00C65">
          <w:rPr>
            <w:noProof/>
            <w:webHidden/>
          </w:rPr>
          <w:fldChar w:fldCharType="end"/>
        </w:r>
      </w:hyperlink>
    </w:p>
    <w:p w14:paraId="48D81058" w14:textId="129A536D" w:rsidR="00F00C65" w:rsidRDefault="002F1E8B">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Pr>
            <w:noProof/>
            <w:webHidden/>
          </w:rPr>
          <w:t>3</w:t>
        </w:r>
        <w:r w:rsidR="00F00C65">
          <w:rPr>
            <w:noProof/>
            <w:webHidden/>
          </w:rPr>
          <w:fldChar w:fldCharType="end"/>
        </w:r>
      </w:hyperlink>
    </w:p>
    <w:p w14:paraId="23F7CCEC" w14:textId="3B195DF0" w:rsidR="00F00C65" w:rsidRDefault="002F1E8B">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747D421D" w14:textId="3D20DEB3" w:rsidR="00F00C65" w:rsidRDefault="002F1E8B">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045E3E36" w14:textId="40F09F07" w:rsidR="00F00C65" w:rsidRDefault="002F1E8B">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2E8551D8" w14:textId="421D6BF7" w:rsidR="00F00C65" w:rsidRDefault="002F1E8B">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4BA19619" w14:textId="57825197" w:rsidR="00F00C65" w:rsidRDefault="002F1E8B">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110813A1" w14:textId="19223CDA" w:rsidR="00F00C65" w:rsidRDefault="002F1E8B">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Pr>
            <w:noProof/>
            <w:webHidden/>
          </w:rPr>
          <w:t>6</w:t>
        </w:r>
        <w:r w:rsidR="00F00C65">
          <w:rPr>
            <w:noProof/>
            <w:webHidden/>
          </w:rPr>
          <w:fldChar w:fldCharType="end"/>
        </w:r>
      </w:hyperlink>
    </w:p>
    <w:p w14:paraId="7DE5B318" w14:textId="7CF697D3" w:rsidR="00F00C65" w:rsidRDefault="002F1E8B">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Pr>
            <w:noProof/>
            <w:webHidden/>
          </w:rPr>
          <w:t>16</w:t>
        </w:r>
        <w:r w:rsidR="00F00C65">
          <w:rPr>
            <w:noProof/>
            <w:webHidden/>
          </w:rPr>
          <w:fldChar w:fldCharType="end"/>
        </w:r>
      </w:hyperlink>
    </w:p>
    <w:p w14:paraId="701494FB" w14:textId="6E3F14AF" w:rsidR="00F00C65" w:rsidRDefault="002F1E8B">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60A4455C" w14:textId="5359E498" w:rsidR="00F00C65" w:rsidRDefault="002F1E8B">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1905D515" w14:textId="2E4F9548" w:rsidR="00F00C65" w:rsidRDefault="002F1E8B">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0FCC475F" w14:textId="3DA91A1C" w:rsidR="00F00C65" w:rsidRDefault="002F1E8B">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Pr>
            <w:noProof/>
            <w:webHidden/>
          </w:rPr>
          <w:t>22</w:t>
        </w:r>
        <w:r w:rsidR="00F00C65">
          <w:rPr>
            <w:noProof/>
            <w:webHidden/>
          </w:rPr>
          <w:fldChar w:fldCharType="end"/>
        </w:r>
      </w:hyperlink>
    </w:p>
    <w:p w14:paraId="2ADAB897" w14:textId="20ECA008" w:rsidR="00F00C65" w:rsidRDefault="002F1E8B">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3E851B9" w14:textId="6BA00A7C" w:rsidR="00F00C65" w:rsidRDefault="002F1E8B">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293EA05" w14:textId="43CB832B" w:rsidR="00F00C65" w:rsidRDefault="002F1E8B">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1F85840E" w14:textId="037934ED" w:rsidR="00F00C65" w:rsidRDefault="002F1E8B">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6027D670" w14:textId="24D4AE49" w:rsidR="00F00C65" w:rsidRDefault="002F1E8B">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735A8038" w14:textId="374293BD" w:rsidR="00F00C65" w:rsidRDefault="002F1E8B">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Pr>
            <w:noProof/>
            <w:webHidden/>
          </w:rPr>
          <w:t>26</w:t>
        </w:r>
        <w:r w:rsidR="00F00C65">
          <w:rPr>
            <w:noProof/>
            <w:webHidden/>
          </w:rPr>
          <w:fldChar w:fldCharType="end"/>
        </w:r>
      </w:hyperlink>
    </w:p>
    <w:p w14:paraId="71F5D602" w14:textId="4CA2E496" w:rsidR="00F00C65" w:rsidRDefault="002F1E8B">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Pr>
            <w:noProof/>
            <w:webHidden/>
          </w:rPr>
          <w:t>28</w:t>
        </w:r>
        <w:r w:rsidR="00F00C65">
          <w:rPr>
            <w:noProof/>
            <w:webHidden/>
          </w:rPr>
          <w:fldChar w:fldCharType="end"/>
        </w:r>
      </w:hyperlink>
    </w:p>
    <w:p w14:paraId="7F1FF9B1" w14:textId="3EB46128" w:rsidR="00F00C65" w:rsidRDefault="002F1E8B">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BAFBF5" w14:textId="0215BCA3" w:rsidR="00F00C65" w:rsidRDefault="002F1E8B">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6094D6" w14:textId="6E2C495E" w:rsidR="00F00C65" w:rsidRDefault="002F1E8B">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Pr>
            <w:noProof/>
            <w:webHidden/>
          </w:rPr>
          <w:t>30</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E12600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062A138" w:rsidR="0035531B" w:rsidRDefault="0035531B" w:rsidP="00CF0D26">
      <w:pPr>
        <w:pStyle w:val="Textbezslovn"/>
        <w:spacing w:after="0"/>
        <w:ind w:left="2127" w:hanging="1390"/>
      </w:pPr>
      <w:r>
        <w:lastRenderedPageBreak/>
        <w:t xml:space="preserve">zastoupená: </w:t>
      </w:r>
      <w:r>
        <w:tab/>
      </w:r>
      <w:r w:rsidR="00CF0D26" w:rsidRPr="00237C5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4715371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6C2A4CE" w:rsidR="0035531B" w:rsidRDefault="0035531B" w:rsidP="0035531B">
      <w:pPr>
        <w:pStyle w:val="Text1-1"/>
      </w:pPr>
      <w:r>
        <w:t xml:space="preserve">Kontaktní osobou zadavatele pro </w:t>
      </w:r>
      <w:r w:rsidR="009531C1">
        <w:t xml:space="preserve">výběrové </w:t>
      </w:r>
      <w:r>
        <w:t xml:space="preserve">řízení je: </w:t>
      </w:r>
      <w:r w:rsidR="00CF0D26">
        <w:t>Ing. Kamila Přerovská</w:t>
      </w:r>
    </w:p>
    <w:p w14:paraId="6304B547" w14:textId="6B511326" w:rsidR="0035531B" w:rsidRDefault="0035531B" w:rsidP="0035531B">
      <w:pPr>
        <w:pStyle w:val="Textbezslovn"/>
        <w:spacing w:after="0"/>
      </w:pPr>
      <w:r>
        <w:t xml:space="preserve">telefon: </w:t>
      </w:r>
      <w:r>
        <w:tab/>
      </w:r>
      <w:r w:rsidR="00CF0D26">
        <w:t>+420 702 164 086</w:t>
      </w:r>
    </w:p>
    <w:p w14:paraId="46AB406E" w14:textId="333978D7" w:rsidR="0035531B" w:rsidRDefault="0035531B" w:rsidP="0035531B">
      <w:pPr>
        <w:pStyle w:val="Textbezslovn"/>
        <w:spacing w:after="0"/>
      </w:pPr>
      <w:r>
        <w:t xml:space="preserve">e-mail: </w:t>
      </w:r>
      <w:r>
        <w:tab/>
      </w:r>
      <w:hyperlink r:id="rId13" w:history="1">
        <w:r w:rsidR="00CF0D26" w:rsidRPr="006A1C5F">
          <w:rPr>
            <w:rStyle w:val="Hypertextovodkaz"/>
            <w:noProof w:val="0"/>
          </w:rPr>
          <w:t>Prerovska@spravazeleznic.cz</w:t>
        </w:r>
      </w:hyperlink>
      <w:r w:rsidR="00CF0D26">
        <w:t xml:space="preserve"> </w:t>
      </w:r>
    </w:p>
    <w:p w14:paraId="32D39B6C" w14:textId="52F89946" w:rsidR="0035531B" w:rsidRDefault="0035531B" w:rsidP="00CF0D26">
      <w:pPr>
        <w:pStyle w:val="Textbezslovn"/>
        <w:ind w:left="2127" w:hanging="1390"/>
      </w:pPr>
      <w:r>
        <w:t xml:space="preserve">adresa: </w:t>
      </w:r>
      <w:r>
        <w:tab/>
      </w:r>
      <w:r w:rsidR="00CF0D26" w:rsidRPr="00A734F7">
        <w:t>Správa železnic, státní organizace, Stavební správa východ, Nerudova 1, 779 00 Olomouc</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11D75D8A" w14:textId="06224F7F" w:rsidR="004D568E" w:rsidRDefault="004D568E" w:rsidP="004D568E">
      <w:pPr>
        <w:pStyle w:val="Textbezslovn"/>
      </w:pPr>
      <w:r w:rsidRPr="001905BF">
        <w:rPr>
          <w:rFonts w:asciiTheme="majorHAnsi" w:hAnsiTheme="majorHAnsi" w:cs="TimesNewRomanPSMT"/>
        </w:rPr>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2103926B" w14:textId="09A0EDB0" w:rsidR="004D568E" w:rsidRPr="004D568E" w:rsidRDefault="004D568E" w:rsidP="004D568E">
      <w:pPr>
        <w:pStyle w:val="Textbezslovn"/>
      </w:pPr>
      <w:r w:rsidRPr="00E10324">
        <w:rPr>
          <w:rFonts w:eastAsia="Times New Roman" w:cs="Arial"/>
          <w:lang w:eastAsia="cs-CZ"/>
        </w:rPr>
        <w:t>Realizace stavby</w:t>
      </w:r>
      <w:r w:rsidRPr="00E10324">
        <w:rPr>
          <w:rFonts w:eastAsia="Times New Roman" w:cs="Arial"/>
          <w:b/>
          <w:bCs/>
          <w:color w:val="FF0000"/>
          <w:lang w:eastAsia="cs-CZ"/>
        </w:rPr>
        <w:t xml:space="preserve"> </w:t>
      </w:r>
      <w:r w:rsidRPr="004D568E">
        <w:rPr>
          <w:rFonts w:eastAsia="Times New Roman" w:cs="Arial"/>
          <w:lang w:eastAsia="cs-CZ"/>
        </w:rPr>
        <w:t>„</w:t>
      </w:r>
      <w:r w:rsidRPr="004D568E">
        <w:rPr>
          <w:rFonts w:eastAsia="Times New Roman" w:cs="Arial"/>
          <w:color w:val="000000"/>
          <w:lang w:eastAsia="cs-CZ"/>
        </w:rPr>
        <w:t>Rekonstrukce PZS VÚD přejezdu P7565 v km 72,505 trati Olomouc – Krnov“.</w:t>
      </w:r>
    </w:p>
    <w:p w14:paraId="3F95D8A8" w14:textId="2114DA82" w:rsidR="001E1A3D" w:rsidRDefault="004D568E" w:rsidP="004D568E">
      <w:pPr>
        <w:pStyle w:val="Textbezslovn"/>
      </w:pPr>
      <w:r w:rsidRPr="007D2574">
        <w:rPr>
          <w:rFonts w:cs="Arial"/>
        </w:rPr>
        <w:t>Jedná se o vybudování nové technologie se závorami na přejezdu P7</w:t>
      </w:r>
      <w:r>
        <w:rPr>
          <w:rFonts w:cs="Arial"/>
        </w:rPr>
        <w:t>565</w:t>
      </w:r>
      <w:r w:rsidRPr="007D2574">
        <w:rPr>
          <w:rFonts w:cs="Arial"/>
        </w:rPr>
        <w:t xml:space="preserve"> v km 7</w:t>
      </w:r>
      <w:r>
        <w:rPr>
          <w:rFonts w:cs="Arial"/>
        </w:rPr>
        <w:t>2</w:t>
      </w:r>
      <w:r w:rsidRPr="007D2574">
        <w:rPr>
          <w:rFonts w:cs="Arial"/>
        </w:rPr>
        <w:t>,</w:t>
      </w:r>
      <w:r>
        <w:rPr>
          <w:rFonts w:cs="Arial"/>
        </w:rPr>
        <w:t>505</w:t>
      </w:r>
      <w:r w:rsidRPr="007D2574">
        <w:rPr>
          <w:rFonts w:cs="Arial"/>
        </w:rPr>
        <w:t>, který je v současnosti zabezpečen zabezpečovacím zařízením kategorie PZS 3S</w:t>
      </w:r>
      <w:r>
        <w:rPr>
          <w:rFonts w:cs="Arial"/>
        </w:rPr>
        <w:t>NI</w:t>
      </w:r>
      <w:r w:rsidRPr="007D2574">
        <w:rPr>
          <w:rFonts w:cs="Arial"/>
        </w:rPr>
        <w:t xml:space="preserve"> dle ČSN 34 2650 ed.2</w:t>
      </w:r>
      <w:r>
        <w:t>. Technologie přejezdu bude umístěna v novém technologickém domku.</w:t>
      </w:r>
      <w:r w:rsidRPr="00AC15B6">
        <w:t xml:space="preserve"> </w:t>
      </w:r>
      <w:r>
        <w:t>Součástí stavby je rekonstrukce železničního svršku a spodku, včetně úpravy GPK a odvodnění, rekonstrukce přejezdové konstrukce a silniční komunikace v místě přejezdu.</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1FCF05E0" w14:textId="7908D26E" w:rsidR="007C21AA" w:rsidRPr="004D568E" w:rsidRDefault="0035531B" w:rsidP="004D568E">
      <w:pPr>
        <w:pStyle w:val="Textbezslovn"/>
        <w:spacing w:after="0"/>
      </w:pPr>
      <w:r>
        <w:t>CPV kód  45234110-0 Výstavba meziměstských železničních drah</w:t>
      </w:r>
    </w:p>
    <w:p w14:paraId="6421176C" w14:textId="77777777" w:rsidR="00F0634D" w:rsidRPr="006B77B3" w:rsidRDefault="007C21AA" w:rsidP="00F0634D">
      <w:pPr>
        <w:pStyle w:val="Textbezslovn"/>
        <w:spacing w:after="0"/>
      </w:pPr>
      <w:r w:rsidRPr="004D568E">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47153712"/>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039AA375" w:rsidR="00D500B1" w:rsidRDefault="007354E9" w:rsidP="004D568E">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7383C9A" w:rsidR="007354E9" w:rsidRDefault="007354E9" w:rsidP="00337143">
      <w:pPr>
        <w:pStyle w:val="Text1-1"/>
        <w:spacing w:after="0"/>
      </w:pPr>
      <w:r w:rsidRPr="004F70A1">
        <w:t xml:space="preserve">Předpokládaná hodnota veřejné zakázky činí </w:t>
      </w:r>
      <w:r w:rsidR="004D568E">
        <w:rPr>
          <w:b/>
        </w:rPr>
        <w:t>15 308 253,-</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F2C5E17" w:rsidR="00470B77" w:rsidRDefault="00FD39DE" w:rsidP="004D568E">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E7064F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D568E">
        <w:t xml:space="preserve">DUSP (projekt stavby), zpracovaná společností SB projekt s.r.o., se sídlem </w:t>
      </w:r>
      <w:r w:rsidR="004D568E" w:rsidRPr="004D568E">
        <w:t>Hodonín, Kasárenská 4063/4, PSČ 69501</w:t>
      </w:r>
      <w:r w:rsidR="004D568E">
        <w:t xml:space="preserve">, IČO: 27767442. </w:t>
      </w:r>
    </w:p>
    <w:p w14:paraId="43D1303E" w14:textId="2FB604EF" w:rsidR="0035531B" w:rsidRDefault="00FD39DE" w:rsidP="004D568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75603A78" w:rsidR="0035531B" w:rsidRPr="004D568E"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4D568E">
        <w:rPr>
          <w:b/>
        </w:rPr>
        <w:t>nejpozději 4 pracovní dny</w:t>
      </w:r>
      <w:r w:rsidR="00B07880" w:rsidRPr="004D568E">
        <w:t xml:space="preserve"> </w:t>
      </w:r>
      <w:r w:rsidRPr="004D568E">
        <w:t>před uplynutím lhůty pro podání nabídek</w:t>
      </w:r>
      <w:r w:rsidR="00693188" w:rsidRPr="004D568E">
        <w:t>, jinak zadavatel není povinen vysvětlení poskytnout</w:t>
      </w:r>
      <w:r w:rsidRPr="004D568E">
        <w:t>.</w:t>
      </w:r>
    </w:p>
    <w:p w14:paraId="04E7F2E9" w14:textId="2531D9F2" w:rsidR="0035531B" w:rsidRDefault="00FD39DE" w:rsidP="00FD39DE">
      <w:pPr>
        <w:pStyle w:val="Text1-1"/>
      </w:pPr>
      <w:r w:rsidRPr="004D568E">
        <w:t>Zadavatel poskytne vysvětlení zadávací dokumentace nejpozději do</w:t>
      </w:r>
      <w:r w:rsidR="00B07880" w:rsidRPr="004D568E">
        <w:t xml:space="preserve"> </w:t>
      </w:r>
      <w:r w:rsidRPr="004D568E">
        <w:t>2</w:t>
      </w:r>
      <w:r w:rsidR="00B07880" w:rsidRPr="004D568E">
        <w:t xml:space="preserve"> </w:t>
      </w:r>
      <w:r w:rsidRPr="004D568E">
        <w:t>pracovních dnů po doručení žádosti podle předchozího odstavce. Pokud zadavatel na žádost</w:t>
      </w:r>
      <w:r w:rsidRPr="00FD39DE">
        <w:t xml:space="preserve">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D568E">
        <w:t xml:space="preserve">nejméně </w:t>
      </w:r>
      <w:r w:rsidR="00CE5F6A" w:rsidRPr="004D568E">
        <w:t xml:space="preserve">2 </w:t>
      </w:r>
      <w:r w:rsidR="00693188" w:rsidRPr="004D568E">
        <w:t>pracovní</w:t>
      </w:r>
      <w:r w:rsidR="00693188">
        <w:t xml:space="preserve"> dny před uplynutím lhůty pro podání nabídek.</w:t>
      </w:r>
    </w:p>
    <w:p w14:paraId="33849454" w14:textId="3A5A2700" w:rsidR="0035531B" w:rsidRDefault="00FD39DE" w:rsidP="004D568E">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3A65E94A" w:rsidR="0035531B" w:rsidRDefault="0035531B" w:rsidP="00CC4380">
      <w:pPr>
        <w:pStyle w:val="Textbezslovn"/>
        <w:ind w:left="1077"/>
      </w:pPr>
    </w:p>
    <w:p w14:paraId="623DE31E" w14:textId="77777777" w:rsidR="0035531B" w:rsidRPr="002101A9" w:rsidRDefault="0035531B" w:rsidP="00D10A2D">
      <w:pPr>
        <w:pStyle w:val="Odrka1-2-"/>
      </w:pPr>
      <w:r w:rsidRPr="002101A9">
        <w:t>Provádění staveb, jejich změn</w:t>
      </w:r>
      <w:r w:rsidR="00845C50" w:rsidRPr="002101A9">
        <w:t xml:space="preserve"> a </w:t>
      </w:r>
      <w:r w:rsidRPr="002101A9">
        <w:t>odstraňování,</w:t>
      </w:r>
    </w:p>
    <w:p w14:paraId="7B3ED4C1" w14:textId="77777777" w:rsidR="0035531B" w:rsidRPr="002101A9" w:rsidRDefault="0035531B" w:rsidP="00CC4380">
      <w:pPr>
        <w:pStyle w:val="Odrka1-2-"/>
      </w:pPr>
      <w:r w:rsidRPr="002101A9">
        <w:t>Revize, prohlídky</w:t>
      </w:r>
      <w:r w:rsidR="00845C50" w:rsidRPr="002101A9">
        <w:t xml:space="preserve"> a </w:t>
      </w:r>
      <w:r w:rsidRPr="002101A9">
        <w:t>zkoušky určených technických zařízení</w:t>
      </w:r>
      <w:r w:rsidR="00092CC9" w:rsidRPr="002101A9">
        <w:t xml:space="preserve"> v </w:t>
      </w:r>
      <w:r w:rsidRPr="002101A9">
        <w:t>provozu,</w:t>
      </w:r>
    </w:p>
    <w:p w14:paraId="04F4E806" w14:textId="569495B8" w:rsidR="0035531B" w:rsidRPr="002101A9" w:rsidRDefault="0035531B" w:rsidP="002101A9">
      <w:pPr>
        <w:pStyle w:val="Odrka1-2-"/>
      </w:pPr>
      <w:r w:rsidRPr="002101A9">
        <w:t>Výkon zeměměřických činností</w:t>
      </w:r>
      <w:r w:rsidR="002101A9" w:rsidRPr="002101A9">
        <w:t>.</w:t>
      </w:r>
    </w:p>
    <w:p w14:paraId="3C96E5EA" w14:textId="77777777" w:rsidR="00267CF3" w:rsidRPr="002101A9" w:rsidRDefault="00267CF3" w:rsidP="002101A9">
      <w:pPr>
        <w:pStyle w:val="Odrka1-2-"/>
        <w:numPr>
          <w:ilvl w:val="0"/>
          <w:numId w:val="0"/>
        </w:numPr>
      </w:pPr>
    </w:p>
    <w:p w14:paraId="03FF036D" w14:textId="77777777" w:rsidR="0035531B" w:rsidRPr="002101A9" w:rsidRDefault="0035531B" w:rsidP="00092CC9">
      <w:pPr>
        <w:pStyle w:val="Odrka1-1"/>
      </w:pPr>
      <w:r w:rsidRPr="002101A9">
        <w:t>Odborná způsobilost:</w:t>
      </w:r>
    </w:p>
    <w:p w14:paraId="69330FA9" w14:textId="77777777" w:rsidR="00344A9C" w:rsidRPr="002101A9" w:rsidRDefault="0035531B" w:rsidP="00CC4380">
      <w:pPr>
        <w:pStyle w:val="Odrka1-2-"/>
        <w:rPr>
          <w:rStyle w:val="Tun9b"/>
          <w:b w:val="0"/>
        </w:rPr>
      </w:pPr>
      <w:r w:rsidRPr="002101A9">
        <w:t>Zadavatel požaduje předložení dokladu</w:t>
      </w:r>
      <w:r w:rsidR="00092CC9" w:rsidRPr="002101A9">
        <w:t xml:space="preserve"> o </w:t>
      </w:r>
      <w:r w:rsidRPr="002101A9">
        <w:t>autorizaci</w:t>
      </w:r>
      <w:r w:rsidR="00092CC9" w:rsidRPr="002101A9">
        <w:t xml:space="preserve"> v </w:t>
      </w:r>
      <w:r w:rsidRPr="002101A9">
        <w:t xml:space="preserve">rozsahu dle § 5 odst. 3 písm. </w:t>
      </w:r>
    </w:p>
    <w:p w14:paraId="66ECC6E5" w14:textId="77777777" w:rsidR="00344A9C" w:rsidRPr="002101A9" w:rsidRDefault="00344A9C" w:rsidP="00344A9C">
      <w:pPr>
        <w:pStyle w:val="Odrka1-1"/>
        <w:numPr>
          <w:ilvl w:val="0"/>
          <w:numId w:val="0"/>
        </w:numPr>
        <w:ind w:left="1190" w:firstLine="341"/>
        <w:rPr>
          <w:b/>
        </w:rPr>
      </w:pPr>
      <w:r w:rsidRPr="002101A9">
        <w:rPr>
          <w:b/>
        </w:rPr>
        <w:t xml:space="preserve">b) </w:t>
      </w:r>
      <w:r w:rsidRPr="002101A9">
        <w:t>dopravní stavby</w:t>
      </w:r>
    </w:p>
    <w:p w14:paraId="569C1790" w14:textId="77777777" w:rsidR="00344A9C" w:rsidRPr="002101A9" w:rsidRDefault="00344A9C" w:rsidP="00344A9C">
      <w:pPr>
        <w:pStyle w:val="Odrka1-1"/>
        <w:numPr>
          <w:ilvl w:val="0"/>
          <w:numId w:val="0"/>
        </w:numPr>
        <w:ind w:left="1190" w:firstLine="341"/>
        <w:rPr>
          <w:b/>
        </w:rPr>
      </w:pPr>
      <w:r w:rsidRPr="002101A9">
        <w:rPr>
          <w:b/>
        </w:rPr>
        <w:t xml:space="preserve">e) </w:t>
      </w:r>
      <w:r w:rsidRPr="002101A9">
        <w:t>technologická zařízení staveb</w:t>
      </w:r>
    </w:p>
    <w:p w14:paraId="3D40E566" w14:textId="70E176C8" w:rsidR="0035531B" w:rsidRPr="002101A9" w:rsidRDefault="0035531B" w:rsidP="00344A9C">
      <w:pPr>
        <w:pStyle w:val="Odrka1-2-"/>
        <w:numPr>
          <w:ilvl w:val="0"/>
          <w:numId w:val="0"/>
        </w:numPr>
        <w:ind w:left="1531"/>
      </w:pPr>
      <w:r w:rsidRPr="002101A9">
        <w:t>zákona č. 360/1992 Sb.,</w:t>
      </w:r>
      <w:r w:rsidR="00092CC9" w:rsidRPr="002101A9">
        <w:t xml:space="preserve"> o </w:t>
      </w:r>
      <w:r w:rsidRPr="002101A9">
        <w:t>výkonu povolání autorizovaných architektů</w:t>
      </w:r>
      <w:r w:rsidR="00845C50" w:rsidRPr="002101A9">
        <w:t xml:space="preserve"> a</w:t>
      </w:r>
      <w:r w:rsidR="00092CC9" w:rsidRPr="002101A9">
        <w:t xml:space="preserve"> o </w:t>
      </w:r>
      <w:r w:rsidRPr="002101A9">
        <w:t>výkonu povolání autorizovaných inženýrů</w:t>
      </w:r>
      <w:r w:rsidR="00845C50" w:rsidRPr="002101A9">
        <w:t xml:space="preserve"> a </w:t>
      </w:r>
      <w:r w:rsidRPr="002101A9">
        <w:t>techniků činných ve výstavbě, ve znění pozdějších předpisů</w:t>
      </w:r>
      <w:r w:rsidR="007476A8" w:rsidRPr="002101A9">
        <w:t xml:space="preserve"> (dále jen „autorizační zákon“)</w:t>
      </w:r>
      <w:r w:rsidRPr="002101A9">
        <w:t>.</w:t>
      </w:r>
    </w:p>
    <w:p w14:paraId="201EBDF5" w14:textId="11795E1C" w:rsidR="00344A9C" w:rsidRPr="002101A9" w:rsidRDefault="002101A9" w:rsidP="002101A9">
      <w:pPr>
        <w:pStyle w:val="Odrka1-2-"/>
      </w:pPr>
      <w:r w:rsidRPr="002101A9">
        <w:t xml:space="preserve">Zadavatel požaduje předložení autorizace pro ověřování výsledků zeměměřických činností v rozsahu dle § 16f odst. 1 písm. </w:t>
      </w:r>
      <w:r w:rsidRPr="002101A9">
        <w:rPr>
          <w:rStyle w:val="Tun9b"/>
        </w:rPr>
        <w:t xml:space="preserve">a) </w:t>
      </w:r>
      <w:r w:rsidRPr="002101A9">
        <w:rPr>
          <w:rStyle w:val="Tun9b"/>
          <w:b w:val="0"/>
        </w:rPr>
        <w:t>a</w:t>
      </w:r>
      <w:r w:rsidRPr="002101A9">
        <w:rPr>
          <w:rStyle w:val="Tun9b"/>
        </w:rPr>
        <w:t> c)</w:t>
      </w:r>
      <w:r w:rsidRPr="002101A9">
        <w:t xml:space="preserve"> zákona č. 200/1994 Sb., o zeměměřictví a o změně a doplnění některých zákonů souvisejících s jeho zavedením, ve znění pozdějších předpisů.</w:t>
      </w:r>
    </w:p>
    <w:p w14:paraId="4BB1E05F" w14:textId="77777777" w:rsidR="002101A9" w:rsidRPr="002101A9" w:rsidRDefault="002101A9" w:rsidP="002101A9">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E5203A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F861A9">
        <w:t xml:space="preserve"> nebo</w:t>
      </w:r>
      <w:r w:rsidR="00F6113F">
        <w:t xml:space="preserve"> rekonstrukce</w:t>
      </w:r>
      <w:r w:rsidR="00F861A9">
        <w:t xml:space="preserve"> </w:t>
      </w:r>
      <w:r>
        <w:t xml:space="preserve">na stavbách </w:t>
      </w:r>
      <w:r w:rsidRPr="00F861A9">
        <w:t>železničních drah</w:t>
      </w:r>
      <w:r>
        <w:t xml:space="preserve"> </w:t>
      </w:r>
      <w:r w:rsidR="00F861A9">
        <w:t>celostátních či regionálních</w:t>
      </w:r>
      <w:r>
        <w:t xml:space="preserve">, jak jsou vymezeny v § 5 odst. 1 </w:t>
      </w:r>
      <w:r w:rsidRPr="00F6113F">
        <w:t>a v § 3 odst. 1</w:t>
      </w:r>
      <w:r>
        <w:t xml:space="preserve"> </w:t>
      </w:r>
      <w:r w:rsidR="00F861A9">
        <w:t>písm. a) a b)</w:t>
      </w:r>
      <w:r>
        <w:t xml:space="preserve"> zákona č. 266/</w:t>
      </w:r>
      <w:r w:rsidRPr="00F861A9">
        <w:t xml:space="preserve">1994 Sb., o dráhách, ve znění pozdějších předpisů, </w:t>
      </w:r>
      <w:r w:rsidR="00373447" w:rsidRPr="00F861A9">
        <w:t xml:space="preserve">poskytnutých dodavatelem </w:t>
      </w:r>
      <w:r w:rsidRPr="00F861A9">
        <w:t>za posledních 5 let před</w:t>
      </w:r>
      <w:r>
        <w:t xml:space="preserve"> zahájením výběrového řízení (dále jako „</w:t>
      </w:r>
      <w:r w:rsidRPr="00F95A2C">
        <w:rPr>
          <w:b/>
        </w:rPr>
        <w:t>stavební práce</w:t>
      </w:r>
      <w:r>
        <w:t xml:space="preserve">“). </w:t>
      </w:r>
    </w:p>
    <w:p w14:paraId="7CCC00BA" w14:textId="024B93AC" w:rsidR="00CA66D1" w:rsidRDefault="00CA66D1" w:rsidP="00CA66D1">
      <w:pPr>
        <w:pStyle w:val="Textbezslovn"/>
      </w:pPr>
      <w:r>
        <w:t xml:space="preserve">Zadavatel požaduje, aby dodavatel předložil i </w:t>
      </w:r>
      <w:r w:rsidRPr="00CA66D1">
        <w:rPr>
          <w:b/>
          <w:bCs/>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CA66D1">
        <w:rPr>
          <w:b/>
          <w:bCs/>
        </w:rPr>
        <w:t>16 800 000,- Kč</w:t>
      </w:r>
      <w:r>
        <w:t xml:space="preserve"> bez DPH, </w:t>
      </w:r>
      <w:r w:rsidRPr="00CA66D1">
        <w:rPr>
          <w:b/>
          <w:bCs/>
        </w:rPr>
        <w:t>jejichž součástí byla novostavba nebo rekonstrukce přejezdového zabezpečovacího zařízení (dále jen „PZZ“)</w:t>
      </w:r>
      <w:r>
        <w:t xml:space="preserve">. </w:t>
      </w:r>
    </w:p>
    <w:p w14:paraId="3944D835" w14:textId="75F539DD" w:rsidR="00CA66D1" w:rsidRDefault="00CA66D1" w:rsidP="00CA66D1">
      <w:pPr>
        <w:pStyle w:val="Textbezslovn"/>
      </w:pPr>
      <w:r>
        <w:lastRenderedPageBreak/>
        <w:t xml:space="preserve">Zadavatel dále požaduje, aby hodnota plnění spočívajícího v novostavbě nebo rekonstrukci PZZ v těchto stavebních pracích činila v součtu alespoň </w:t>
      </w:r>
      <w:r w:rsidRPr="00CA66D1">
        <w:rPr>
          <w:b/>
          <w:bCs/>
        </w:rPr>
        <w:t>6 500 000,- Kč</w:t>
      </w:r>
      <w:r>
        <w:t xml:space="preserve"> bez DPH (částka 6 500 000,- Kč bez DPH se vztahuje k hodnotě novostavby nebo rekonstrukce</w:t>
      </w:r>
      <w:r w:rsidR="00715A7F">
        <w:t xml:space="preserve"> PZZ</w:t>
      </w:r>
      <w:r>
        <w:t xml:space="preserve">, nikoli k hodnotě stavebních prací, tj. zakázek jako celku) s tím, že u každé jednotlivé stavební práce musí hodnota plnění spočívajícího v novostavbě nebo rekonstrukci PZZ v těchto stavebních pracích činit alespoň </w:t>
      </w:r>
      <w:r w:rsidRPr="00CA66D1">
        <w:rPr>
          <w:b/>
          <w:bCs/>
        </w:rPr>
        <w:t>3 000 000,-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21272DD1" w:rsidR="00F95A2C" w:rsidRDefault="00CA66D1" w:rsidP="00CA66D1">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018C4B9" w14:textId="46491EAE" w:rsidR="002A1957" w:rsidRDefault="003D42AA" w:rsidP="00CA66D1">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4D8A78E7" w14:textId="77777777" w:rsidR="00CA66D1" w:rsidRPr="00CA66D1" w:rsidRDefault="00CA66D1" w:rsidP="00CA66D1">
      <w:pPr>
        <w:pStyle w:val="Textbezslovn"/>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3407E6E6"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CA66D1">
        <w:t xml:space="preserve">5 let </w:t>
      </w:r>
      <w:r w:rsidR="0087311C" w:rsidRPr="00CA66D1">
        <w:t xml:space="preserve">před zahájením výběrového řízení </w:t>
      </w:r>
      <w:r w:rsidRPr="00CA66D1">
        <w:t xml:space="preserve">se </w:t>
      </w:r>
      <w:r w:rsidR="0087311C" w:rsidRPr="00CA66D1">
        <w:t xml:space="preserve">pro účely prokázání technické kvalifikace ohledně referenčních zakázek </w:t>
      </w:r>
      <w:r w:rsidRPr="00CA66D1">
        <w:t xml:space="preserve">považuje za splněnou, pokud byly stavební práce </w:t>
      </w:r>
      <w:r w:rsidR="0087311C" w:rsidRPr="00CA66D1">
        <w:t xml:space="preserve">dokončeny </w:t>
      </w:r>
      <w:r w:rsidRPr="00CA66D1">
        <w:t>v průběhu této doby</w:t>
      </w:r>
      <w:r w:rsidR="0087311C" w:rsidRPr="00CA66D1">
        <w:t xml:space="preserve"> nebo kdykoli po zahájení výběrového řízení, včetně doby po podání nabídek, a to nejpozději do doby zadavatelem případně stanovené k předložení údajů a dokladů dle bodu 16.3 této Výzvy. P</w:t>
      </w:r>
      <w:r w:rsidRPr="00CA66D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A66D1">
        <w:t xml:space="preserve">pro účely prokázání technické kvalifikace v tomto výběrovém řízení </w:t>
      </w:r>
      <w:r w:rsidRPr="00CA66D1">
        <w:t xml:space="preserve">rozumí </w:t>
      </w:r>
      <w:r w:rsidR="000E15C8" w:rsidRPr="00CA66D1">
        <w:t xml:space="preserve">i </w:t>
      </w:r>
      <w:r w:rsidRPr="00CA66D1">
        <w:t>uvedení díla</w:t>
      </w:r>
      <w:r w:rsidR="000E15C8" w:rsidRPr="00CA66D1">
        <w:t>, resp. poslední části</w:t>
      </w:r>
      <w:r w:rsidR="00560665" w:rsidRPr="00CA66D1">
        <w:t xml:space="preserve"> stavební práce</w:t>
      </w:r>
      <w:r w:rsidR="000E15C8" w:rsidRPr="00CA66D1">
        <w:t>,</w:t>
      </w:r>
      <w:r w:rsidRPr="00CA66D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45B8AE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1307A7">
        <w:t>autorizovaného</w:t>
      </w:r>
      <w:r>
        <w:t xml:space="preserve"> zeměměřického inženýra, může být za účelem splnění kvalifikace doložena pouze jedna fyzická osoba. Jednotlivé požadavky na kvalifikační kritéria u každé jednotlivé funkce tedy, s výjimkou </w:t>
      </w:r>
      <w:r w:rsidR="001307A7">
        <w:t>autorizovaného</w:t>
      </w:r>
      <w:r>
        <w:t xml:space="preserve">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1307A7">
        <w:t>autorizovaného</w:t>
      </w:r>
      <w:r w:rsidR="000C3CD6">
        <w:t xml:space="preserve">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Pr="000D7BF1"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0D7BF1">
        <w:t>předkládaných dokumentů):</w:t>
      </w:r>
    </w:p>
    <w:p w14:paraId="044069D6" w14:textId="4B239BAF" w:rsidR="0035531B" w:rsidRPr="000D7BF1" w:rsidRDefault="0035531B" w:rsidP="00CA66D1">
      <w:pPr>
        <w:pStyle w:val="Odstavec1-1a"/>
        <w:numPr>
          <w:ilvl w:val="0"/>
          <w:numId w:val="22"/>
        </w:numPr>
        <w:rPr>
          <w:rStyle w:val="Tun9b"/>
        </w:rPr>
      </w:pPr>
      <w:r w:rsidRPr="000D7BF1">
        <w:rPr>
          <w:rStyle w:val="Tun9b"/>
        </w:rPr>
        <w:t>stavbyvedoucí</w:t>
      </w:r>
    </w:p>
    <w:p w14:paraId="5D013D3E" w14:textId="77777777" w:rsidR="0035531B" w:rsidRPr="000D7BF1" w:rsidRDefault="0035531B" w:rsidP="00930B79">
      <w:pPr>
        <w:pStyle w:val="Odrka1-2-"/>
      </w:pPr>
      <w:r w:rsidRPr="000D7BF1">
        <w:t>nejméně 5 let praxe</w:t>
      </w:r>
      <w:r w:rsidR="00092CC9" w:rsidRPr="000D7BF1">
        <w:t xml:space="preserve"> v </w:t>
      </w:r>
      <w:r w:rsidRPr="000D7BF1">
        <w:t xml:space="preserve">řízení provádění staveb železničních drah; </w:t>
      </w:r>
    </w:p>
    <w:p w14:paraId="13976A36" w14:textId="0E236A92" w:rsidR="0035531B" w:rsidRPr="000D7BF1" w:rsidRDefault="00AF4A09" w:rsidP="00AF4A09">
      <w:pPr>
        <w:pStyle w:val="Odrka1-2-"/>
      </w:pPr>
      <w:r w:rsidRPr="000D7BF1">
        <w:t xml:space="preserve">zkušenost s řízením realizace alespoň jedné zakázky </w:t>
      </w:r>
      <w:r w:rsidR="00642162" w:rsidRPr="000D7BF1">
        <w:t>na stavební práce, jež zahrnovala novostavbu</w:t>
      </w:r>
      <w:r w:rsidR="000D7BF1" w:rsidRPr="000D7BF1">
        <w:t xml:space="preserve"> nebo</w:t>
      </w:r>
      <w:r w:rsidR="00642162" w:rsidRPr="000D7BF1">
        <w:t xml:space="preserve"> rekonstrukci </w:t>
      </w:r>
      <w:r w:rsidRPr="000D7BF1">
        <w:t xml:space="preserve">stavby železničních drah v hodnotě nejméně </w:t>
      </w:r>
      <w:r w:rsidR="000D7BF1" w:rsidRPr="000D7BF1">
        <w:rPr>
          <w:b/>
          <w:bCs/>
        </w:rPr>
        <w:t>7 000 000,-</w:t>
      </w:r>
      <w:r w:rsidRPr="000D7BF1">
        <w:t xml:space="preserve"> </w:t>
      </w:r>
      <w:r w:rsidRPr="000D7BF1">
        <w:rPr>
          <w:b/>
        </w:rPr>
        <w:t xml:space="preserve">Kč </w:t>
      </w:r>
      <w:r w:rsidRPr="000D7BF1">
        <w:t>bez DPH, a to v posledních 10 letech před zahájením výběrového řízení</w:t>
      </w:r>
      <w:r w:rsidR="000D7BF1" w:rsidRPr="000D7BF1">
        <w:t>, jejichž součástí byla novostavba nebo rekonstrukce PZZ</w:t>
      </w:r>
      <w:r w:rsidR="0035531B" w:rsidRPr="000D7BF1">
        <w:t>;</w:t>
      </w:r>
    </w:p>
    <w:p w14:paraId="32D268AB" w14:textId="71E45ED7" w:rsidR="0035531B" w:rsidRPr="000D7BF1" w:rsidRDefault="0035531B" w:rsidP="00AD1771">
      <w:pPr>
        <w:pStyle w:val="Odrka1-2-"/>
      </w:pPr>
      <w:r w:rsidRPr="000D7BF1">
        <w:t>musí předložit doklad</w:t>
      </w:r>
      <w:r w:rsidR="00092CC9" w:rsidRPr="000D7BF1">
        <w:t xml:space="preserve"> o </w:t>
      </w:r>
      <w:r w:rsidRPr="000D7BF1">
        <w:t>autorizaci</w:t>
      </w:r>
      <w:r w:rsidR="00092CC9" w:rsidRPr="000D7BF1">
        <w:t xml:space="preserve"> v </w:t>
      </w:r>
      <w:r w:rsidRPr="000D7BF1">
        <w:t xml:space="preserve">rozsahu dle § 5 odst. 3 písm. </w:t>
      </w:r>
      <w:r w:rsidRPr="000D7BF1">
        <w:rPr>
          <w:b/>
          <w:bCs/>
        </w:rPr>
        <w:t>b)</w:t>
      </w:r>
      <w:r w:rsidRPr="000D7BF1">
        <w:t xml:space="preserve"> </w:t>
      </w:r>
      <w:r w:rsidR="000D7BF1" w:rsidRPr="000D7BF1">
        <w:t xml:space="preserve">nebo </w:t>
      </w:r>
      <w:r w:rsidR="000D7BF1" w:rsidRPr="000D7BF1">
        <w:rPr>
          <w:b/>
          <w:bCs/>
        </w:rPr>
        <w:t>e)</w:t>
      </w:r>
      <w:r w:rsidRPr="000D7BF1">
        <w:t xml:space="preserve"> </w:t>
      </w:r>
      <w:r w:rsidR="007476A8" w:rsidRPr="000D7BF1">
        <w:t xml:space="preserve">autorizačního </w:t>
      </w:r>
      <w:r w:rsidRPr="000D7BF1">
        <w:t>zákona, tedy</w:t>
      </w:r>
      <w:r w:rsidR="00092CC9" w:rsidRPr="000D7BF1">
        <w:t xml:space="preserve"> v </w:t>
      </w:r>
      <w:r w:rsidRPr="000D7BF1">
        <w:t xml:space="preserve">oboru </w:t>
      </w:r>
      <w:r w:rsidRPr="000D7BF1">
        <w:rPr>
          <w:b/>
          <w:bCs/>
        </w:rPr>
        <w:t>dopravní stavby</w:t>
      </w:r>
      <w:r w:rsidRPr="000D7BF1">
        <w:t xml:space="preserve"> </w:t>
      </w:r>
      <w:r w:rsidR="000D7BF1" w:rsidRPr="000D7BF1">
        <w:t xml:space="preserve">nebo </w:t>
      </w:r>
      <w:r w:rsidR="000D7BF1" w:rsidRPr="000D7BF1">
        <w:rPr>
          <w:b/>
          <w:bCs/>
        </w:rPr>
        <w:t>technologická zařízení staveb</w:t>
      </w:r>
      <w:r w:rsidR="000D7BF1" w:rsidRPr="000D7BF1">
        <w:t>;</w:t>
      </w:r>
    </w:p>
    <w:p w14:paraId="4D0633CC" w14:textId="77777777" w:rsidR="0035531B" w:rsidRPr="000D7BF1" w:rsidRDefault="0035531B" w:rsidP="00930B79">
      <w:pPr>
        <w:pStyle w:val="Odstavec1-1a"/>
        <w:rPr>
          <w:rStyle w:val="Tun9b"/>
        </w:rPr>
      </w:pPr>
      <w:r w:rsidRPr="000D7BF1">
        <w:rPr>
          <w:rStyle w:val="Tun9b"/>
        </w:rPr>
        <w:t>zástupce stavbyvedoucího</w:t>
      </w:r>
    </w:p>
    <w:p w14:paraId="08FEC7B1" w14:textId="2E11F32C" w:rsidR="0035531B" w:rsidRPr="000D7BF1" w:rsidRDefault="0035531B" w:rsidP="00930B79">
      <w:pPr>
        <w:pStyle w:val="Odrka1-2-"/>
      </w:pPr>
      <w:r w:rsidRPr="000D7BF1">
        <w:t>nejméně 5 let praxe</w:t>
      </w:r>
      <w:r w:rsidR="00092CC9" w:rsidRPr="000D7BF1">
        <w:t xml:space="preserve"> v</w:t>
      </w:r>
      <w:r w:rsidRPr="000D7BF1">
        <w:t xml:space="preserve"> provádění staveb železničních drah;</w:t>
      </w:r>
    </w:p>
    <w:p w14:paraId="313F7F16" w14:textId="7D92878F" w:rsidR="0035531B" w:rsidRPr="000D7BF1" w:rsidRDefault="0035531B" w:rsidP="00930B79">
      <w:pPr>
        <w:pStyle w:val="Odrka1-2-"/>
      </w:pPr>
      <w:r w:rsidRPr="000D7BF1">
        <w:lastRenderedPageBreak/>
        <w:t>musí předložit doklad</w:t>
      </w:r>
      <w:r w:rsidR="00092CC9" w:rsidRPr="000D7BF1">
        <w:t xml:space="preserve"> o </w:t>
      </w:r>
      <w:r w:rsidRPr="000D7BF1">
        <w:t>autorizaci</w:t>
      </w:r>
      <w:r w:rsidR="00092CC9" w:rsidRPr="000D7BF1">
        <w:t xml:space="preserve"> v </w:t>
      </w:r>
      <w:r w:rsidRPr="000D7BF1">
        <w:t xml:space="preserve">rozsahu dle § 5 odst. 3 písm. </w:t>
      </w:r>
      <w:r w:rsidRPr="000D7BF1">
        <w:rPr>
          <w:b/>
          <w:bCs/>
        </w:rPr>
        <w:t>b)</w:t>
      </w:r>
      <w:r w:rsidRPr="000D7BF1">
        <w:t xml:space="preserve"> </w:t>
      </w:r>
      <w:r w:rsidR="000D7BF1" w:rsidRPr="000D7BF1">
        <w:t xml:space="preserve">nebo </w:t>
      </w:r>
      <w:r w:rsidR="000D7BF1" w:rsidRPr="000D7BF1">
        <w:rPr>
          <w:b/>
          <w:bCs/>
        </w:rPr>
        <w:t>e)</w:t>
      </w:r>
      <w:r w:rsidRPr="000D7BF1">
        <w:t xml:space="preserve"> autorizačního zákona, tedy</w:t>
      </w:r>
      <w:r w:rsidR="00092CC9" w:rsidRPr="000D7BF1">
        <w:t xml:space="preserve"> v </w:t>
      </w:r>
      <w:r w:rsidRPr="000D7BF1">
        <w:t xml:space="preserve">oboru </w:t>
      </w:r>
      <w:r w:rsidRPr="000D7BF1">
        <w:rPr>
          <w:b/>
          <w:bCs/>
        </w:rPr>
        <w:t>dopravní stavby</w:t>
      </w:r>
      <w:r w:rsidRPr="000D7BF1">
        <w:t xml:space="preserve"> </w:t>
      </w:r>
      <w:r w:rsidR="000D7BF1" w:rsidRPr="000D7BF1">
        <w:t xml:space="preserve">nebo </w:t>
      </w:r>
      <w:r w:rsidR="000D7BF1" w:rsidRPr="000D7BF1">
        <w:rPr>
          <w:b/>
          <w:bCs/>
        </w:rPr>
        <w:t>technologická zařízení staveb</w:t>
      </w:r>
      <w:r w:rsidRPr="000D7BF1">
        <w:t>;</w:t>
      </w:r>
    </w:p>
    <w:p w14:paraId="6BFB38C9" w14:textId="77777777" w:rsidR="0035531B" w:rsidRPr="000D7BF1" w:rsidRDefault="0035531B" w:rsidP="00930B79">
      <w:pPr>
        <w:pStyle w:val="Odstavec1-1a"/>
        <w:rPr>
          <w:rStyle w:val="Tun9b"/>
        </w:rPr>
      </w:pPr>
      <w:r w:rsidRPr="000D7BF1">
        <w:rPr>
          <w:rStyle w:val="Tun9b"/>
        </w:rPr>
        <w:t>specialista (vedoucí prací) na železniční svršek</w:t>
      </w:r>
      <w:r w:rsidR="00AF4A09" w:rsidRPr="000D7BF1">
        <w:rPr>
          <w:rStyle w:val="Tun9b"/>
        </w:rPr>
        <w:t xml:space="preserve"> a spodek</w:t>
      </w:r>
      <w:r w:rsidRPr="000D7BF1">
        <w:rPr>
          <w:rStyle w:val="Tun9b"/>
        </w:rPr>
        <w:t xml:space="preserve"> </w:t>
      </w:r>
    </w:p>
    <w:p w14:paraId="662C075E" w14:textId="77777777" w:rsidR="0035531B" w:rsidRPr="000D7BF1" w:rsidRDefault="0035531B" w:rsidP="00930B79">
      <w:pPr>
        <w:pStyle w:val="Odrka1-2-"/>
      </w:pPr>
      <w:r w:rsidRPr="000D7BF1">
        <w:t>nejméně 5 let praxe</w:t>
      </w:r>
      <w:r w:rsidR="00092CC9" w:rsidRPr="000D7BF1">
        <w:t xml:space="preserve"> v </w:t>
      </w:r>
      <w:r w:rsidRPr="000D7BF1">
        <w:t xml:space="preserve">oboru své specializace </w:t>
      </w:r>
      <w:r w:rsidR="00B07880" w:rsidRPr="000D7BF1">
        <w:t xml:space="preserve">(železniční svršek a spodek) </w:t>
      </w:r>
      <w:r w:rsidRPr="000D7BF1">
        <w:t>při provádění staveb;</w:t>
      </w:r>
    </w:p>
    <w:p w14:paraId="42239763" w14:textId="57C16096" w:rsidR="0035531B" w:rsidRPr="000D7BF1" w:rsidRDefault="000D7BF1" w:rsidP="000D7BF1">
      <w:pPr>
        <w:pStyle w:val="Odrka1-2-"/>
      </w:pPr>
      <w:r w:rsidRPr="000D7BF1">
        <w:t xml:space="preserve">musí předložit doklad o autorizaci v rozsahu dle § 5 odst. 3 písm. </w:t>
      </w:r>
      <w:r w:rsidRPr="000D7BF1">
        <w:rPr>
          <w:b/>
        </w:rPr>
        <w:t>b)</w:t>
      </w:r>
      <w:r w:rsidRPr="000D7BF1">
        <w:t xml:space="preserve"> autorizačního zákona, tedy v oboru </w:t>
      </w:r>
      <w:r w:rsidRPr="000D7BF1">
        <w:rPr>
          <w:b/>
        </w:rPr>
        <w:t>dopravní stavby</w:t>
      </w:r>
      <w:r w:rsidRPr="000D7BF1">
        <w:t>;</w:t>
      </w:r>
    </w:p>
    <w:p w14:paraId="4B856CAB" w14:textId="77777777" w:rsidR="0035531B" w:rsidRPr="000D7BF1" w:rsidRDefault="0035531B" w:rsidP="008B2021">
      <w:pPr>
        <w:pStyle w:val="Odstavec1-1a"/>
        <w:rPr>
          <w:rStyle w:val="Tun9b"/>
        </w:rPr>
      </w:pPr>
      <w:r w:rsidRPr="000D7BF1">
        <w:rPr>
          <w:rStyle w:val="Tun9b"/>
        </w:rPr>
        <w:t xml:space="preserve">specialista (vedoucí prací) na </w:t>
      </w:r>
      <w:r w:rsidR="00AF4A09" w:rsidRPr="000D7BF1">
        <w:rPr>
          <w:rStyle w:val="Tun9b"/>
        </w:rPr>
        <w:t xml:space="preserve">sdělovací a </w:t>
      </w:r>
      <w:r w:rsidRPr="000D7BF1">
        <w:rPr>
          <w:rStyle w:val="Tun9b"/>
        </w:rPr>
        <w:t>zabezpečovací zařízení</w:t>
      </w:r>
    </w:p>
    <w:p w14:paraId="0D24011D" w14:textId="77777777" w:rsidR="0035531B" w:rsidRPr="000D7BF1" w:rsidRDefault="0035531B" w:rsidP="008B2021">
      <w:pPr>
        <w:pStyle w:val="Odrka1-2-"/>
      </w:pPr>
      <w:r w:rsidRPr="000D7BF1">
        <w:t>nejméně 5 let praxe</w:t>
      </w:r>
      <w:r w:rsidR="00092CC9" w:rsidRPr="000D7BF1">
        <w:t xml:space="preserve"> v </w:t>
      </w:r>
      <w:r w:rsidRPr="000D7BF1">
        <w:t xml:space="preserve">oboru své specializace </w:t>
      </w:r>
      <w:r w:rsidR="00B07880" w:rsidRPr="000D7BF1">
        <w:t xml:space="preserve">(sdělovací a zabezpečovací zařízení) </w:t>
      </w:r>
      <w:r w:rsidRPr="000D7BF1">
        <w:t>při provádění staveb;</w:t>
      </w:r>
    </w:p>
    <w:p w14:paraId="394B6F75" w14:textId="258CD4F5" w:rsidR="0035531B" w:rsidRPr="000D7BF1" w:rsidRDefault="0035531B" w:rsidP="008B2021">
      <w:pPr>
        <w:pStyle w:val="Odrka1-2-"/>
      </w:pPr>
      <w:r w:rsidRPr="000D7BF1">
        <w:t>musí předložit doklad</w:t>
      </w:r>
      <w:r w:rsidR="00092CC9" w:rsidRPr="000D7BF1">
        <w:t xml:space="preserve"> o </w:t>
      </w:r>
      <w:r w:rsidRPr="000D7BF1">
        <w:t>autorizaci</w:t>
      </w:r>
      <w:r w:rsidR="00092CC9" w:rsidRPr="000D7BF1">
        <w:t xml:space="preserve"> v </w:t>
      </w:r>
      <w:r w:rsidRPr="000D7BF1">
        <w:t xml:space="preserve">rozsahu dle § 5 odst. 3 písm. </w:t>
      </w:r>
      <w:r w:rsidRPr="000D7BF1">
        <w:rPr>
          <w:b/>
          <w:bCs/>
        </w:rPr>
        <w:t>e)</w:t>
      </w:r>
      <w:r w:rsidRPr="000D7BF1">
        <w:t xml:space="preserve"> autorizačního zákona, tedy</w:t>
      </w:r>
      <w:r w:rsidR="00092CC9" w:rsidRPr="000D7BF1">
        <w:t xml:space="preserve"> v </w:t>
      </w:r>
      <w:r w:rsidRPr="000D7BF1">
        <w:t xml:space="preserve">oboru </w:t>
      </w:r>
      <w:r w:rsidRPr="000D7BF1">
        <w:rPr>
          <w:b/>
          <w:bCs/>
        </w:rPr>
        <w:t>technologická zařízení staveb</w:t>
      </w:r>
      <w:r w:rsidRPr="000D7BF1">
        <w:t>;</w:t>
      </w:r>
    </w:p>
    <w:p w14:paraId="1DFF9EA4" w14:textId="69079CB4" w:rsidR="0035531B" w:rsidRPr="000D7BF1" w:rsidRDefault="0035531B" w:rsidP="008B2021">
      <w:pPr>
        <w:pStyle w:val="Odstavec1-1a"/>
        <w:rPr>
          <w:rStyle w:val="Tun9b"/>
        </w:rPr>
      </w:pPr>
      <w:r w:rsidRPr="000D7BF1">
        <w:rPr>
          <w:rStyle w:val="Tun9b"/>
        </w:rPr>
        <w:t xml:space="preserve">specialista (vedoucí prací) na </w:t>
      </w:r>
      <w:r w:rsidR="00AF4A09" w:rsidRPr="000D7BF1">
        <w:rPr>
          <w:rStyle w:val="Tun9b"/>
        </w:rPr>
        <w:t>silnoproud</w:t>
      </w:r>
      <w:r w:rsidRPr="000D7BF1">
        <w:rPr>
          <w:rStyle w:val="Tun9b"/>
        </w:rPr>
        <w:t xml:space="preserve"> </w:t>
      </w:r>
    </w:p>
    <w:p w14:paraId="2BCC9219" w14:textId="38BC9567" w:rsidR="0035531B" w:rsidRPr="000D7BF1" w:rsidRDefault="0035531B" w:rsidP="008B2021">
      <w:pPr>
        <w:pStyle w:val="Odrka1-2-"/>
      </w:pPr>
      <w:r w:rsidRPr="000D7BF1">
        <w:t>nejméně 5 let praxe</w:t>
      </w:r>
      <w:r w:rsidR="00092CC9" w:rsidRPr="000D7BF1">
        <w:t xml:space="preserve"> v </w:t>
      </w:r>
      <w:r w:rsidRPr="000D7BF1">
        <w:t xml:space="preserve">oboru své specializace </w:t>
      </w:r>
      <w:r w:rsidR="00B07880" w:rsidRPr="000D7BF1">
        <w:t xml:space="preserve">(silnoproud) </w:t>
      </w:r>
      <w:r w:rsidRPr="000D7BF1">
        <w:t>při provádění staveb;</w:t>
      </w:r>
    </w:p>
    <w:p w14:paraId="620D9907" w14:textId="35BC7007" w:rsidR="0035531B" w:rsidRPr="001307A7" w:rsidRDefault="0035531B" w:rsidP="008B2021">
      <w:pPr>
        <w:pStyle w:val="Odrka1-2-"/>
      </w:pPr>
      <w:r w:rsidRPr="000D7BF1">
        <w:t>musí předložit doklad</w:t>
      </w:r>
      <w:r w:rsidR="00092CC9" w:rsidRPr="000D7BF1">
        <w:t xml:space="preserve"> o </w:t>
      </w:r>
      <w:r w:rsidRPr="000D7BF1">
        <w:t>autorizaci</w:t>
      </w:r>
      <w:r w:rsidR="00092CC9" w:rsidRPr="000D7BF1">
        <w:t xml:space="preserve"> v </w:t>
      </w:r>
      <w:r w:rsidRPr="000D7BF1">
        <w:t xml:space="preserve">rozsahu dle § 5 odst. 3 písm. </w:t>
      </w:r>
      <w:r w:rsidRPr="000D7BF1">
        <w:rPr>
          <w:b/>
          <w:bCs/>
        </w:rPr>
        <w:t>e)</w:t>
      </w:r>
      <w:r w:rsidRPr="000D7BF1">
        <w:t xml:space="preserve"> </w:t>
      </w:r>
      <w:r w:rsidRPr="001307A7">
        <w:t>autorizačního zákona, tedy</w:t>
      </w:r>
      <w:r w:rsidR="00092CC9" w:rsidRPr="001307A7">
        <w:t xml:space="preserve"> v </w:t>
      </w:r>
      <w:r w:rsidRPr="001307A7">
        <w:t xml:space="preserve">oboru </w:t>
      </w:r>
      <w:r w:rsidRPr="001307A7">
        <w:rPr>
          <w:b/>
          <w:bCs/>
        </w:rPr>
        <w:t>technologická zařízení staveb</w:t>
      </w:r>
      <w:r w:rsidRPr="001307A7">
        <w:t>;</w:t>
      </w:r>
    </w:p>
    <w:p w14:paraId="48D60CF3" w14:textId="77777777" w:rsidR="0035531B" w:rsidRPr="001307A7" w:rsidRDefault="0035531B" w:rsidP="008B2021">
      <w:pPr>
        <w:pStyle w:val="Odstavec1-1a"/>
        <w:rPr>
          <w:rStyle w:val="Tun9b"/>
        </w:rPr>
      </w:pPr>
      <w:r w:rsidRPr="001307A7">
        <w:rPr>
          <w:rStyle w:val="Tun9b"/>
        </w:rPr>
        <w:t>osoba odpovědná za ochranu životního prostředí</w:t>
      </w:r>
    </w:p>
    <w:p w14:paraId="7792C9B7" w14:textId="77777777" w:rsidR="0035531B" w:rsidRPr="001307A7" w:rsidRDefault="0035531B" w:rsidP="008B2021">
      <w:pPr>
        <w:pStyle w:val="Odrka1-2-"/>
      </w:pPr>
      <w:r w:rsidRPr="001307A7">
        <w:t>nejméně 5 let praxe</w:t>
      </w:r>
      <w:r w:rsidR="00092CC9" w:rsidRPr="001307A7">
        <w:t xml:space="preserve"> v </w:t>
      </w:r>
      <w:r w:rsidRPr="001307A7">
        <w:t>oboru ochrany životního prostředí;</w:t>
      </w:r>
    </w:p>
    <w:p w14:paraId="3EC1E69A" w14:textId="4FED2475" w:rsidR="0035531B" w:rsidRPr="001307A7" w:rsidRDefault="001307A7" w:rsidP="008B2021">
      <w:pPr>
        <w:pStyle w:val="Odstavec1-1a"/>
        <w:rPr>
          <w:rStyle w:val="Tun9b"/>
        </w:rPr>
      </w:pPr>
      <w:r w:rsidRPr="001307A7">
        <w:rPr>
          <w:rStyle w:val="Tun9b"/>
        </w:rPr>
        <w:t>autorizovaný</w:t>
      </w:r>
      <w:r w:rsidR="0035531B" w:rsidRPr="001307A7">
        <w:rPr>
          <w:rStyle w:val="Tun9b"/>
        </w:rPr>
        <w:t xml:space="preserve"> zeměměřický inženýr</w:t>
      </w:r>
    </w:p>
    <w:p w14:paraId="2FB873C5" w14:textId="19606547" w:rsidR="0035531B" w:rsidRPr="001307A7" w:rsidRDefault="001307A7" w:rsidP="008B2021">
      <w:pPr>
        <w:pStyle w:val="Odrka1-2-"/>
      </w:pPr>
      <w:r w:rsidRPr="001307A7">
        <w:t xml:space="preserve">autorizace pro ověřování výsledků zeměměřických činností v rozsahu dle § 16f odst. 1 písm. </w:t>
      </w:r>
      <w:r w:rsidRPr="001307A7">
        <w:rPr>
          <w:b/>
        </w:rPr>
        <w:t>a)</w:t>
      </w:r>
      <w:r w:rsidRPr="001307A7">
        <w:t xml:space="preserve"> a </w:t>
      </w:r>
      <w:r w:rsidRPr="001307A7">
        <w:rPr>
          <w:b/>
        </w:rPr>
        <w:t>c)</w:t>
      </w:r>
      <w:r w:rsidRPr="001307A7">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07B88E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C6F456F" w14:textId="77777777" w:rsidR="00746947" w:rsidRDefault="00746947" w:rsidP="00746947">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6E3F616D" w:rsidR="0035531B" w:rsidRDefault="0035531B" w:rsidP="001307A7">
      <w:pPr>
        <w:pStyle w:val="Textbezslovn"/>
        <w:ind w:left="0"/>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lastRenderedPageBreak/>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141B9CD"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w:t>
      </w:r>
      <w:r w:rsidR="00373DC3">
        <w:t>0</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62394B72" w:rsidR="0035531B" w:rsidRDefault="00720506" w:rsidP="0006499F">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F1E8B"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D8E72F4"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4715371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B71CC3">
        <w:lastRenderedPageBreak/>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3B8A5BB" w14:textId="77777777" w:rsidR="007A7186" w:rsidRDefault="0035531B" w:rsidP="00EE2244">
      <w:pPr>
        <w:pStyle w:val="Odrka1-1"/>
      </w:pPr>
      <w:r w:rsidRPr="00C4078E">
        <w:t>Specifikaci</w:t>
      </w:r>
      <w:r>
        <w:t xml:space="preserve"> </w:t>
      </w:r>
      <w:r w:rsidRPr="00D467F4">
        <w:t>typu zabezpečovacího zařízení,</w:t>
      </w:r>
      <w:r w:rsidR="007A7186" w:rsidRPr="00D467F4">
        <w:t xml:space="preserve"> </w:t>
      </w:r>
      <w:r w:rsidRPr="00D467F4">
        <w:t>zařízení elektrotechniky</w:t>
      </w:r>
      <w:r w:rsidR="00845C50" w:rsidRPr="00D467F4">
        <w:t xml:space="preserve"> a </w:t>
      </w:r>
      <w:r w:rsidRPr="00D467F4">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47FA9FD8" w:rsidR="0035531B" w:rsidRDefault="007A7186" w:rsidP="007A7186">
      <w:pPr>
        <w:pStyle w:val="Odrka1-2-"/>
      </w:pPr>
      <w:r w:rsidRPr="007A7186">
        <w:t>Přejezdové zabezpečovací zařízení (3. Kategorie – reléové s elektronickými prvky)</w:t>
      </w:r>
    </w:p>
    <w:p w14:paraId="6C481A40" w14:textId="43D3E30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44543A1F" w:rsidR="00322579" w:rsidRPr="00D467F4" w:rsidRDefault="0035531B" w:rsidP="00D467F4">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47DA3F08" w:rsidR="0035531B" w:rsidRDefault="00715A7F" w:rsidP="0060115D">
      <w:pPr>
        <w:pStyle w:val="Textbezslovn"/>
        <w:ind w:left="1077"/>
      </w:pPr>
      <w:r>
        <w:rPr>
          <w:b/>
        </w:rPr>
        <w:t>D</w:t>
      </w:r>
      <w:r w:rsidR="00D467F4" w:rsidRPr="00E36F6F">
        <w:rPr>
          <w:b/>
        </w:rPr>
        <w:t>odáv</w:t>
      </w:r>
      <w:r>
        <w:rPr>
          <w:b/>
        </w:rPr>
        <w:t>ka</w:t>
      </w:r>
      <w:r w:rsidR="00D467F4" w:rsidRPr="00E36F6F">
        <w:rPr>
          <w:b/>
        </w:rPr>
        <w:t xml:space="preserve"> a montáž technologického zařízení v rámci:</w:t>
      </w:r>
      <w:r w:rsidR="00D467F4">
        <w:rPr>
          <w:b/>
        </w:rPr>
        <w:t xml:space="preserve"> </w:t>
      </w:r>
      <w:r w:rsidR="00D467F4" w:rsidRPr="001A164D">
        <w:rPr>
          <w:b/>
        </w:rPr>
        <w:t xml:space="preserve">PS </w:t>
      </w:r>
      <w:r w:rsidR="00D467F4">
        <w:rPr>
          <w:b/>
        </w:rPr>
        <w:t xml:space="preserve">02 Přejezdové zabezpečovací zařízení v km 72,505 (P7565) </w:t>
      </w:r>
      <w:r w:rsidR="00D467F4" w:rsidRPr="001A164D">
        <w:rPr>
          <w:b/>
        </w:rPr>
        <w:t>mimo zeměměřická měření</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784CC899" w:rsidR="0035531B" w:rsidRDefault="0035531B" w:rsidP="00322579">
      <w:pPr>
        <w:pStyle w:val="Odrka1-1"/>
      </w:pPr>
      <w:r>
        <w:t xml:space="preserve">Výše uvedené vyhrazené části plnění veřejné zakázky jsou </w:t>
      </w:r>
      <w:r w:rsidRPr="00D467F4">
        <w:t xml:space="preserve">tvořeny </w:t>
      </w:r>
      <w:r w:rsidR="00170521" w:rsidRPr="00D467F4">
        <w:t>PS</w:t>
      </w:r>
      <w:r w:rsidRPr="00D467F4">
        <w:t>, jejichž provádění má důležitý význam pro</w:t>
      </w:r>
      <w:r w:rsidR="00D467F4" w:rsidRPr="00D467F4">
        <w:t xml:space="preserve"> dosažení hlavního cíle veřejné zakázky – zvýšení bezpečnosti na přejezdech</w:t>
      </w:r>
      <w:r w:rsidRPr="00D467F4">
        <w:t>. Zadavatel má</w:t>
      </w:r>
      <w:r w:rsidR="0060115D" w:rsidRPr="00D467F4">
        <w:t xml:space="preserve"> z </w:t>
      </w:r>
      <w:r w:rsidRPr="00D467F4">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w:t>
      </w:r>
      <w:r w:rsidR="00845C50">
        <w:lastRenderedPageBreak/>
        <w:t>a </w:t>
      </w:r>
      <w:r>
        <w:t>ekonomicky způsobilý dodavatel, vůči kterému může zadavatel na základě uzavřené smlouvy</w:t>
      </w:r>
      <w:r w:rsidR="00092CC9">
        <w:t xml:space="preserve"> o </w:t>
      </w:r>
      <w:r>
        <w:t>dílo uplatňovat přímý vliv.</w:t>
      </w:r>
    </w:p>
    <w:p w14:paraId="3FACF104" w14:textId="33A0D773" w:rsidR="0035531B" w:rsidRDefault="00322579" w:rsidP="00322579">
      <w:pPr>
        <w:pStyle w:val="Odrka1-1"/>
      </w:pPr>
      <w:r w:rsidRPr="00322579">
        <w:t xml:space="preserve">Výše uvedené vyhrazené části plnění veřejné zakázky představují svou finanční hodnotou celkem cca </w:t>
      </w:r>
      <w:r w:rsidR="00D467F4">
        <w:t>30 %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6BF9E586" w:rsidR="0035531B" w:rsidRDefault="0035531B" w:rsidP="0060115D">
      <w:pPr>
        <w:pStyle w:val="Odrka1-2-"/>
      </w:pPr>
      <w:r w:rsidRPr="00746947">
        <w:rPr>
          <w:u w:val="single"/>
        </w:rPr>
        <w:t>profesní způsobilost týkající se oprávnění</w:t>
      </w:r>
      <w:r w:rsidR="00BC6D2B" w:rsidRPr="00746947">
        <w:rPr>
          <w:u w:val="single"/>
        </w:rPr>
        <w:t xml:space="preserve"> k </w:t>
      </w:r>
      <w:r w:rsidRPr="00746947">
        <w:rPr>
          <w:u w:val="single"/>
        </w:rPr>
        <w:t>podnikání</w:t>
      </w:r>
      <w:r w:rsidR="00092CC9">
        <w:t xml:space="preserve"> v </w:t>
      </w:r>
      <w:r>
        <w:t xml:space="preserve">rozsahu živnosti </w:t>
      </w:r>
      <w:r w:rsidR="00746947">
        <w:t>P</w:t>
      </w:r>
      <w:r w:rsidRPr="00D467F4">
        <w:t>rovádění staveb, jejich změn</w:t>
      </w:r>
      <w:r w:rsidR="00845C50" w:rsidRPr="00D467F4">
        <w:t xml:space="preserve"> a </w:t>
      </w:r>
      <w:r w:rsidRPr="00D467F4">
        <w:t xml:space="preserve">odstraňování; </w:t>
      </w:r>
      <w:r w:rsidR="00D467F4" w:rsidRPr="00D467F4">
        <w:t>Revize, prohlídky a zkoušky určených technických zařízení v provozu;</w:t>
      </w:r>
    </w:p>
    <w:p w14:paraId="677B892B" w14:textId="0DFCA9ED" w:rsidR="00AA2C03" w:rsidRDefault="0035531B" w:rsidP="0060115D">
      <w:pPr>
        <w:pStyle w:val="Odrka1-2-"/>
      </w:pPr>
      <w:r w:rsidRPr="00746947">
        <w:rPr>
          <w:u w:val="single"/>
        </w:rPr>
        <w:t>profesní způsobilost týkající se předložení dokladu</w:t>
      </w:r>
      <w:r w:rsidR="00092CC9" w:rsidRPr="00746947">
        <w:rPr>
          <w:u w:val="single"/>
        </w:rPr>
        <w:t xml:space="preserve"> o </w:t>
      </w:r>
      <w:r w:rsidRPr="00746947">
        <w:rPr>
          <w:u w:val="single"/>
        </w:rPr>
        <w:t>autorizaci</w:t>
      </w:r>
      <w:r w:rsidR="00092CC9">
        <w:t xml:space="preserve"> v </w:t>
      </w:r>
      <w:r w:rsidR="00BB4AF2">
        <w:t>rozsahu dle § </w:t>
      </w:r>
      <w:r>
        <w:t xml:space="preserve">5 odst. 3 </w:t>
      </w:r>
      <w:r w:rsidRPr="00746947">
        <w:t xml:space="preserve">písm. </w:t>
      </w:r>
      <w:r w:rsidR="00746947" w:rsidRPr="00746947">
        <w:t>e)</w:t>
      </w:r>
      <w:r>
        <w:t xml:space="preserve"> autorizačního zákona; </w:t>
      </w:r>
    </w:p>
    <w:p w14:paraId="094A2EF6" w14:textId="43A70384" w:rsidR="0035531B" w:rsidRPr="00BC6D2B" w:rsidRDefault="00AA2C03" w:rsidP="00AA2C03">
      <w:pPr>
        <w:pStyle w:val="Odrka1-2-"/>
        <w:rPr>
          <w:i/>
          <w:color w:val="FF0000"/>
        </w:rPr>
      </w:pPr>
      <w:r w:rsidRPr="00746947">
        <w:rPr>
          <w:u w:val="single"/>
        </w:rPr>
        <w:t>požadavek kritéria technické kvalifikace na doložení seznamem a osvědčením</w:t>
      </w:r>
      <w:r w:rsidRPr="00AA2C03">
        <w:t xml:space="preserve"> </w:t>
      </w:r>
      <w:r w:rsidR="00746947" w:rsidRPr="00E36F6F">
        <w:t xml:space="preserve">stavebních prací, u kterých hodnota plnění spočívajícího v novostavbě nebo rekonstrukci PZZ v těchto stavebních pracích (zakázkách) činila v součtu alespoň </w:t>
      </w:r>
      <w:r w:rsidR="00746947">
        <w:rPr>
          <w:b/>
        </w:rPr>
        <w:t>6 500 000,-</w:t>
      </w:r>
      <w:r w:rsidR="00746947" w:rsidRPr="00E36F6F">
        <w:rPr>
          <w:b/>
        </w:rPr>
        <w:t xml:space="preserve"> Kč</w:t>
      </w:r>
      <w:r w:rsidR="00746947" w:rsidRPr="00E36F6F">
        <w:t xml:space="preserve"> bez DPH (částka </w:t>
      </w:r>
      <w:r w:rsidR="00746947">
        <w:t>6 500 000,-</w:t>
      </w:r>
      <w:r w:rsidR="00746947" w:rsidRPr="00E36F6F">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746947">
        <w:rPr>
          <w:b/>
        </w:rPr>
        <w:t>3 000 000,-</w:t>
      </w:r>
      <w:r w:rsidR="00746947" w:rsidRPr="00E36F6F">
        <w:t xml:space="preserve"> </w:t>
      </w:r>
      <w:r w:rsidR="00746947" w:rsidRPr="00E36F6F">
        <w:rPr>
          <w:b/>
        </w:rPr>
        <w:t>Kč</w:t>
      </w:r>
      <w:r w:rsidR="00746947" w:rsidRPr="00E36F6F">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746947">
        <w:t>;</w:t>
      </w:r>
    </w:p>
    <w:p w14:paraId="1BCC392C" w14:textId="738AC4A1" w:rsidR="0035531B" w:rsidRDefault="0035531B" w:rsidP="00746947">
      <w:pPr>
        <w:pStyle w:val="Odrka1-2-"/>
      </w:pPr>
      <w:r w:rsidRPr="006934F3">
        <w:rPr>
          <w:u w:val="single"/>
        </w:rPr>
        <w:t>požadavek kritéria technické kvalifikace na předložení seznamu odborného personálu</w:t>
      </w:r>
      <w:r>
        <w:t xml:space="preserve"> dodavatele</w:t>
      </w:r>
      <w:r w:rsidR="00092CC9">
        <w:t xml:space="preserve"> v </w:t>
      </w:r>
      <w:r>
        <w:t xml:space="preserve">rozsahu funkce </w:t>
      </w:r>
      <w:r w:rsidRPr="00746947">
        <w:t>specialisty (vedoucího prací)</w:t>
      </w:r>
      <w:r>
        <w:t xml:space="preserve"> na </w:t>
      </w:r>
      <w:r w:rsidR="00746947">
        <w:t>sdělovací a zabezpečovací zařízení</w:t>
      </w:r>
      <w:r w:rsidR="00AA2C03">
        <w:t>.</w:t>
      </w:r>
    </w:p>
    <w:p w14:paraId="5EE11515" w14:textId="77777777" w:rsidR="00746947" w:rsidRDefault="00746947" w:rsidP="00746947">
      <w:pPr>
        <w:pStyle w:val="Odrka1-2-"/>
        <w:numPr>
          <w:ilvl w:val="0"/>
          <w:numId w:val="0"/>
        </w:numPr>
        <w:ind w:left="1531"/>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46947">
        <w:rPr>
          <w:rFonts w:cs="Arial"/>
          <w:b/>
        </w:rPr>
        <w:t>Nabídky lze podat v termínu, který je uveden na profilu zadavatele:</w:t>
      </w:r>
      <w:r w:rsidRPr="00746947">
        <w:rPr>
          <w:rFonts w:cs="Arial"/>
        </w:rPr>
        <w:t xml:space="preserve"> </w:t>
      </w:r>
      <w:hyperlink r:id="rId22" w:history="1">
        <w:r w:rsidRPr="00746947">
          <w:rPr>
            <w:rStyle w:val="Hypertextovodkaz"/>
            <w:rFonts w:cs="Arial"/>
            <w:b/>
            <w:bCs/>
            <w:lang w:eastAsia="cs-CZ"/>
          </w:rPr>
          <w:t>https://zakazky.spravazeleznic.cz/</w:t>
        </w:r>
      </w:hyperlink>
      <w:r w:rsidRPr="00746947">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A5B51FA" w:rsidR="003A0E3D" w:rsidRDefault="003F78E7" w:rsidP="00746947">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2B8DE2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46947">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001AEAD3" w:rsidR="00695DAA" w:rsidRPr="00746947" w:rsidRDefault="00695DAA" w:rsidP="00695DAA">
      <w:pPr>
        <w:pStyle w:val="Odrka1-1"/>
      </w:pPr>
      <w:r w:rsidRPr="00746947">
        <w:t>Specifikace typu zabezpečovacího zařízení, zařízení elektrotechniky a energetiky dle č. 9.1 této Výzvy.</w:t>
      </w:r>
    </w:p>
    <w:p w14:paraId="18BD850D" w14:textId="0DD1D70C" w:rsidR="00071EF2" w:rsidRDefault="00071EF2" w:rsidP="00695DAA">
      <w:pPr>
        <w:pStyle w:val="Odrka1-1"/>
      </w:pPr>
      <w:r w:rsidRPr="00010882">
        <w:rPr>
          <w:lang w:eastAsia="cs-CZ"/>
        </w:rPr>
        <w:lastRenderedPageBreak/>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D994537" w:rsidR="0035531B" w:rsidRDefault="00695DAA" w:rsidP="00695DAA">
      <w:pPr>
        <w:pStyle w:val="Odrka1-1"/>
      </w:pPr>
      <w:r>
        <w:t xml:space="preserve">Oceněný </w:t>
      </w:r>
      <w:r w:rsidRPr="00746947">
        <w:t xml:space="preserve">Soupis prací </w:t>
      </w:r>
      <w:r w:rsidR="00BB0379" w:rsidRPr="00746947">
        <w:t>obsažený</w:t>
      </w:r>
      <w:r w:rsidRPr="00746947">
        <w:t xml:space="preserve"> v Dílu 4 zadávací dokumentace</w:t>
      </w:r>
      <w:r w:rsidR="00BB0379" w:rsidRPr="00746947">
        <w:t>, včetně Rekapitulace ceny dle SO a PS</w:t>
      </w:r>
      <w:r w:rsidR="0035531B" w:rsidRPr="00746947">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w:t>
      </w:r>
      <w:r w:rsidRPr="004C086E">
        <w:lastRenderedPageBreak/>
        <w:t>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564745B" w:rsidR="00EE50B6" w:rsidRDefault="004C086E" w:rsidP="0074694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9D08DD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FBF6836" w:rsidR="0018364C" w:rsidRDefault="007B3D4D" w:rsidP="00746947">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D0DB32B"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75ADEF5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746947">
        <w:t>30 000 000,-</w:t>
      </w:r>
      <w:r>
        <w:t xml:space="preserve"> Kč bez DPH.</w:t>
      </w:r>
    </w:p>
    <w:p w14:paraId="045C72D6" w14:textId="77777777" w:rsidR="0035531B" w:rsidRDefault="0035531B" w:rsidP="007038DC">
      <w:pPr>
        <w:pStyle w:val="Nadpis1-1"/>
      </w:pPr>
      <w:bookmarkStart w:id="22" w:name="_Toc147153726"/>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A28E674"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w:t>
      </w:r>
      <w:r w:rsidRPr="00746947">
        <w:t>zadavatel preferuje komunikaci prostřednictvím elektronického nástroje E-ZAK)</w:t>
      </w:r>
      <w:r w:rsidR="002952C6" w:rsidRPr="00746947">
        <w:t>,</w:t>
      </w:r>
      <w:r w:rsidRPr="00746947">
        <w:t xml:space="preserve"> dokumenty uvedené v článku 19.3, resp. v článku 19.4 </w:t>
      </w:r>
      <w:r w:rsidR="005909AC" w:rsidRPr="00746947">
        <w:t>až 19.</w:t>
      </w:r>
      <w:r w:rsidR="00746947" w:rsidRPr="00746947">
        <w:t>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BED9785" w14:textId="687E94C8" w:rsidR="0035531B" w:rsidRDefault="002E5046" w:rsidP="00746947">
      <w:pPr>
        <w:pStyle w:val="Odrka1-1"/>
      </w:pPr>
      <w:r>
        <w:t xml:space="preserve"> </w:t>
      </w:r>
      <w:r w:rsidR="0001718F">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4F0165EC" w:rsidR="001B5ED5" w:rsidRDefault="001B5ED5" w:rsidP="001B5ED5">
      <w:pPr>
        <w:pStyle w:val="Odrka1-1"/>
      </w:pPr>
      <w:r>
        <w:t xml:space="preserve">kopie smlouvy uzavřené </w:t>
      </w:r>
      <w:r w:rsidRPr="00746947">
        <w:t xml:space="preserve">s výrobcem nebo dodavatelem zabezpečovacího zařízení, zařízení elektrotechniky a energetiky </w:t>
      </w:r>
      <w:r w:rsidR="008716A2" w:rsidRPr="00746947">
        <w:t xml:space="preserve">či jednostranného vyjádření závazku výrobce nebo dodavatele tohoto zařízení </w:t>
      </w:r>
      <w:r w:rsidRPr="00746947">
        <w:t>ve smyslu</w:t>
      </w:r>
      <w:r>
        <w:t xml:space="preserve">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6E5C644"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w:t>
      </w:r>
      <w:r w:rsidR="00092CC9">
        <w:lastRenderedPageBreak/>
        <w:t>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A55607">
        <w:t>8</w:t>
      </w:r>
      <w:r>
        <w:t xml:space="preserve"> požadovaná kvalifikace - </w:t>
      </w:r>
      <w:r w:rsidR="00A55607">
        <w:t>p</w:t>
      </w:r>
      <w:r>
        <w:t xml:space="preserve">racovníci pro </w:t>
      </w:r>
      <w:r w:rsidR="00A55607">
        <w:t>řízení činnosti prováděné dodavatelským způsobem</w:t>
      </w:r>
      <w:r>
        <w:t xml:space="preserve">; </w:t>
      </w:r>
    </w:p>
    <w:p w14:paraId="7D808669" w14:textId="3140E4AD"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w:t>
      </w:r>
      <w:r w:rsidR="00A55607">
        <w:t>b</w:t>
      </w:r>
      <w:r>
        <w:t xml:space="preserve"> -</w:t>
      </w:r>
      <w:r w:rsidR="00092CC9">
        <w:t xml:space="preserve"> </w:t>
      </w:r>
      <w:r w:rsidR="00A55607" w:rsidRPr="00A55607">
        <w:t>osoba znalá s vyšší kvalifikaci v rozsahu UTZ/E</w:t>
      </w:r>
      <w:r>
        <w:t>;</w:t>
      </w:r>
    </w:p>
    <w:p w14:paraId="46B161E1" w14:textId="374EF96F"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w:t>
      </w:r>
      <w:r w:rsidRPr="00A55607">
        <w:t>47 odst. 4 zákona č. 266/1994 Sb.,</w:t>
      </w:r>
      <w:r w:rsidR="00092CC9" w:rsidRPr="00A55607">
        <w:t xml:space="preserve"> o </w:t>
      </w:r>
      <w:r w:rsidRPr="00A55607">
        <w:t>drahách, ve znění pozdějších předpisů,</w:t>
      </w:r>
      <w:r w:rsidR="00845C50" w:rsidRPr="00A55607">
        <w:t xml:space="preserve"> a </w:t>
      </w:r>
      <w:r w:rsidRPr="00A55607">
        <w:t>to elektrických UTZ</w:t>
      </w:r>
      <w:r>
        <w:t xml:space="preserve"> železničních drah</w:t>
      </w:r>
      <w:r w:rsidR="00092CC9">
        <w:t xml:space="preserve"> v </w:t>
      </w:r>
      <w:r>
        <w:t>rozsahu:</w:t>
      </w:r>
    </w:p>
    <w:p w14:paraId="798F2ECF" w14:textId="77777777" w:rsidR="00A55607" w:rsidRPr="00E36F6F" w:rsidRDefault="00A55607" w:rsidP="00A55607">
      <w:pPr>
        <w:pStyle w:val="Odrka1-1"/>
        <w:numPr>
          <w:ilvl w:val="0"/>
          <w:numId w:val="0"/>
        </w:numPr>
        <w:spacing w:after="0" w:line="240" w:lineRule="auto"/>
        <w:ind w:left="1060" w:firstLine="1067"/>
      </w:pPr>
      <w:r w:rsidRPr="00E36F6F">
        <w:rPr>
          <w:b/>
        </w:rPr>
        <w:t>a)</w:t>
      </w:r>
      <w:r w:rsidRPr="00E36F6F">
        <w:t xml:space="preserve"> elektrické sítě drah a elektrické rozvody drah,</w:t>
      </w:r>
    </w:p>
    <w:p w14:paraId="57412758" w14:textId="7A9C9AFE" w:rsidR="00A55607" w:rsidRDefault="00A55607" w:rsidP="00A55607">
      <w:pPr>
        <w:pStyle w:val="Odrka1-1"/>
        <w:numPr>
          <w:ilvl w:val="0"/>
          <w:numId w:val="0"/>
        </w:numPr>
        <w:ind w:left="2410" w:hanging="283"/>
      </w:pPr>
      <w:r w:rsidRPr="00E36F6F">
        <w:rPr>
          <w:b/>
        </w:rPr>
        <w:t>k)</w:t>
      </w:r>
      <w:r w:rsidRPr="00E36F6F">
        <w:t xml:space="preserve"> zabezpečovací zařízení, jehož elektrické obvody plní funkci přímého zajišťování bezpečnosti drážní dopravy.</w:t>
      </w:r>
    </w:p>
    <w:p w14:paraId="1E04D8C5" w14:textId="2E721FF2" w:rsidR="007D5A8D" w:rsidRDefault="007D5A8D" w:rsidP="007038DC">
      <w:pPr>
        <w:pStyle w:val="Textbezslovn"/>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D11EE69"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A55607">
        <w:t>9</w:t>
      </w:r>
      <w:r>
        <w:t xml:space="preserve">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6483FACC" w:rsidR="00595B2D" w:rsidRDefault="004F6CAF" w:rsidP="009908ED">
      <w:pPr>
        <w:pStyle w:val="Odrka1-1"/>
      </w:pPr>
      <w:r>
        <w:t>studentské exkurze</w:t>
      </w:r>
      <w:r w:rsidR="009908ED">
        <w:t>.</w:t>
      </w:r>
    </w:p>
    <w:p w14:paraId="49F0953E" w14:textId="5106D70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9908ED">
        <w:t>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10BA961" w:rsidR="0035531B" w:rsidRDefault="0035531B" w:rsidP="00564DDD">
      <w:pPr>
        <w:pStyle w:val="Textbezslovn"/>
        <w:spacing w:after="0"/>
      </w:pPr>
      <w:r>
        <w:t>V</w:t>
      </w:r>
      <w:r w:rsidR="00B36181">
        <w:t> </w:t>
      </w:r>
      <w:r w:rsidR="002107EB">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28743552" w:rsidR="0035531B" w:rsidRDefault="0035531B" w:rsidP="00564DDD">
      <w:pPr>
        <w:pStyle w:val="Textbezslovn"/>
        <w:spacing w:after="0"/>
      </w:pPr>
      <w:r>
        <w:t>……………………………………………</w:t>
      </w:r>
      <w:r w:rsidR="002107EB">
        <w:t>…</w:t>
      </w:r>
    </w:p>
    <w:p w14:paraId="16E8657F" w14:textId="77777777" w:rsidR="002107EB" w:rsidRPr="00E30A85" w:rsidRDefault="002107EB" w:rsidP="002107EB">
      <w:pPr>
        <w:pStyle w:val="Textbezslovn"/>
        <w:spacing w:after="0"/>
      </w:pPr>
      <w:r w:rsidRPr="00E30A85">
        <w:t>Ing. Miroslav Bocák</w:t>
      </w:r>
    </w:p>
    <w:p w14:paraId="6C8A83EA" w14:textId="77777777" w:rsidR="002107EB" w:rsidRDefault="002107EB" w:rsidP="002107EB">
      <w:pPr>
        <w:pStyle w:val="Textbezslovn"/>
        <w:spacing w:after="0"/>
      </w:pPr>
      <w:r>
        <w:t>ředitel organizační jednotky</w:t>
      </w:r>
    </w:p>
    <w:p w14:paraId="18F38C7D" w14:textId="77777777" w:rsidR="002107EB" w:rsidRDefault="002107EB" w:rsidP="002107EB">
      <w:pPr>
        <w:pStyle w:val="Textbezslovn"/>
        <w:spacing w:after="0"/>
      </w:pPr>
      <w:r>
        <w:t>Stavební správa východ</w:t>
      </w:r>
    </w:p>
    <w:p w14:paraId="16AFB686" w14:textId="52616137" w:rsidR="00564DDD" w:rsidRDefault="002107EB" w:rsidP="002107E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9FDC98F" w:rsidR="008C65E0" w:rsidRDefault="006A6AF2" w:rsidP="006A6AF2">
      <w:pPr>
        <w:pStyle w:val="Textbezslovn"/>
        <w:ind w:left="0"/>
      </w:pPr>
      <w:r w:rsidRPr="006A6AF2">
        <w:t xml:space="preserve">Řádně jsme se seznámili se zněním zadávacích podmínek veřejné zakázky s názvem </w:t>
      </w:r>
      <w:r w:rsidR="002107EB" w:rsidRPr="002107EB">
        <w:rPr>
          <w:b/>
          <w:bCs/>
        </w:rPr>
        <w:t>„Rekonstrukce PZS VÚD přejezdu P7565 v km 72,505 trati Olomouc – Krnov“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7EB">
              <w:rPr>
                <w:b/>
              </w:rPr>
              <w:t>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6A20E1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20506" w:rsidRPr="00464546">
        <w:t>autorizace pro ověřování výsledků zeměměřických činností</w:t>
      </w:r>
      <w:r w:rsidR="0072050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A86ACA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107EB" w:rsidRPr="002107EB">
        <w:rPr>
          <w:b/>
          <w:bCs/>
        </w:rPr>
        <w:t>„Rekonstrukce PZS VÚD přejezdu P7565 v km 72,505 trati Olomouc – Krnov“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B738" w14:textId="77777777" w:rsidR="00F071EF" w:rsidRDefault="00F071EF" w:rsidP="00962258">
      <w:pPr>
        <w:spacing w:after="0" w:line="240" w:lineRule="auto"/>
      </w:pPr>
      <w:r>
        <w:separator/>
      </w:r>
    </w:p>
  </w:endnote>
  <w:endnote w:type="continuationSeparator" w:id="0">
    <w:p w14:paraId="20E482BF" w14:textId="77777777" w:rsidR="00F071EF" w:rsidRDefault="00F071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32248516" w:rsidR="00F071EF" w:rsidRDefault="00F071EF" w:rsidP="00EB46E5">
          <w:pPr>
            <w:pStyle w:val="Zpat0"/>
          </w:pPr>
          <w:r w:rsidRPr="00CF0D26">
            <w:t>„</w:t>
          </w:r>
          <w:r w:rsidR="00CF0D26" w:rsidRPr="00CF0D26">
            <w:t>Rekonstrukce PZS VÚD přejezdu P7565 v km 72,505 trati Olomouc - Krnov</w:t>
          </w:r>
          <w:r w:rsidRPr="00CF0D26">
            <w:t>“</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AFC3B" w14:textId="77777777" w:rsidR="00F071EF" w:rsidRDefault="00F071EF" w:rsidP="00962258">
      <w:pPr>
        <w:spacing w:after="0" w:line="240" w:lineRule="auto"/>
      </w:pPr>
      <w:r>
        <w:separator/>
      </w:r>
    </w:p>
  </w:footnote>
  <w:footnote w:type="continuationSeparator" w:id="0">
    <w:p w14:paraId="3B98E3C2" w14:textId="77777777" w:rsidR="00F071EF" w:rsidRDefault="00F071EF"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9217744">
    <w:abstractNumId w:val="3"/>
  </w:num>
  <w:num w:numId="2" w16cid:durableId="558059645">
    <w:abstractNumId w:val="1"/>
  </w:num>
  <w:num w:numId="3" w16cid:durableId="1680351251">
    <w:abstractNumId w:val="10"/>
  </w:num>
  <w:num w:numId="4" w16cid:durableId="1725907043">
    <w:abstractNumId w:val="2"/>
  </w:num>
  <w:num w:numId="5" w16cid:durableId="1302032306">
    <w:abstractNumId w:val="0"/>
  </w:num>
  <w:num w:numId="6" w16cid:durableId="1405224015">
    <w:abstractNumId w:val="5"/>
  </w:num>
  <w:num w:numId="7" w16cid:durableId="817500736">
    <w:abstractNumId w:val="7"/>
  </w:num>
  <w:num w:numId="8" w16cid:durableId="135269065">
    <w:abstractNumId w:val="6"/>
  </w:num>
  <w:num w:numId="9" w16cid:durableId="65542634">
    <w:abstractNumId w:val="11"/>
  </w:num>
  <w:num w:numId="10" w16cid:durableId="1154488671">
    <w:abstractNumId w:val="9"/>
  </w:num>
  <w:num w:numId="11" w16cid:durableId="756025029">
    <w:abstractNumId w:val="7"/>
  </w:num>
  <w:num w:numId="12" w16cid:durableId="771126620">
    <w:abstractNumId w:val="7"/>
  </w:num>
  <w:num w:numId="13" w16cid:durableId="5798282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3741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9871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8961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9419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90406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5833301">
    <w:abstractNumId w:val="8"/>
  </w:num>
  <w:num w:numId="20" w16cid:durableId="16800401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6752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8865447">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D7BF1"/>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07A7"/>
    <w:rsid w:val="00132890"/>
    <w:rsid w:val="00136160"/>
    <w:rsid w:val="00142F26"/>
    <w:rsid w:val="00146496"/>
    <w:rsid w:val="00146BCB"/>
    <w:rsid w:val="00146DD0"/>
    <w:rsid w:val="001472A9"/>
    <w:rsid w:val="00151838"/>
    <w:rsid w:val="00157179"/>
    <w:rsid w:val="0016455F"/>
    <w:rsid w:val="001656A2"/>
    <w:rsid w:val="00170521"/>
    <w:rsid w:val="00170EC5"/>
    <w:rsid w:val="0017191A"/>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39FF"/>
    <w:rsid w:val="00202B5D"/>
    <w:rsid w:val="00204A00"/>
    <w:rsid w:val="0020586C"/>
    <w:rsid w:val="0020719F"/>
    <w:rsid w:val="002071BB"/>
    <w:rsid w:val="00207DF5"/>
    <w:rsid w:val="002101A9"/>
    <w:rsid w:val="002107EB"/>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B57"/>
    <w:rsid w:val="002C04EE"/>
    <w:rsid w:val="002C31BF"/>
    <w:rsid w:val="002D666C"/>
    <w:rsid w:val="002D7FD6"/>
    <w:rsid w:val="002E0CD7"/>
    <w:rsid w:val="002E0CFB"/>
    <w:rsid w:val="002E0F4A"/>
    <w:rsid w:val="002E294C"/>
    <w:rsid w:val="002E5046"/>
    <w:rsid w:val="002E5B10"/>
    <w:rsid w:val="002E5C7B"/>
    <w:rsid w:val="002F1E8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3DC3"/>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568E"/>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34F3"/>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15A7F"/>
    <w:rsid w:val="007200B1"/>
    <w:rsid w:val="00720506"/>
    <w:rsid w:val="00723ED1"/>
    <w:rsid w:val="00724F4C"/>
    <w:rsid w:val="00725ED5"/>
    <w:rsid w:val="007317D5"/>
    <w:rsid w:val="00734812"/>
    <w:rsid w:val="007354E9"/>
    <w:rsid w:val="007356BD"/>
    <w:rsid w:val="00740AF5"/>
    <w:rsid w:val="00743525"/>
    <w:rsid w:val="00744F6A"/>
    <w:rsid w:val="00745555"/>
    <w:rsid w:val="00746028"/>
    <w:rsid w:val="00746947"/>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4A7F"/>
    <w:rsid w:val="00792824"/>
    <w:rsid w:val="00797E05"/>
    <w:rsid w:val="007A0923"/>
    <w:rsid w:val="007A2107"/>
    <w:rsid w:val="007A407D"/>
    <w:rsid w:val="007A43E9"/>
    <w:rsid w:val="007A5172"/>
    <w:rsid w:val="007A67A0"/>
    <w:rsid w:val="007A7186"/>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08ED"/>
    <w:rsid w:val="00992D9C"/>
    <w:rsid w:val="009967C7"/>
    <w:rsid w:val="00996CB8"/>
    <w:rsid w:val="0099756F"/>
    <w:rsid w:val="00997CCA"/>
    <w:rsid w:val="009A0146"/>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5607"/>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A66D1"/>
    <w:rsid w:val="00CB3151"/>
    <w:rsid w:val="00CB6A37"/>
    <w:rsid w:val="00CB7684"/>
    <w:rsid w:val="00CC4380"/>
    <w:rsid w:val="00CC566D"/>
    <w:rsid w:val="00CC7C8F"/>
    <w:rsid w:val="00CD1FC4"/>
    <w:rsid w:val="00CD2B30"/>
    <w:rsid w:val="00CD2E13"/>
    <w:rsid w:val="00CE12EE"/>
    <w:rsid w:val="00CE2A4F"/>
    <w:rsid w:val="00CE420A"/>
    <w:rsid w:val="00CE5F6A"/>
    <w:rsid w:val="00CF0D26"/>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67F4"/>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E7915"/>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1A9"/>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styleId="Nevyeenzmnka">
    <w:name w:val="Unresolved Mention"/>
    <w:basedOn w:val="Standardnpsmoodstavce"/>
    <w:uiPriority w:val="99"/>
    <w:semiHidden/>
    <w:unhideWhenUsed/>
    <w:rsid w:val="00CF0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121</TotalTime>
  <Pages>42</Pages>
  <Words>18206</Words>
  <Characters>107416</Characters>
  <Application>Microsoft Office Word</Application>
  <DocSecurity>0</DocSecurity>
  <Lines>895</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14</cp:revision>
  <cp:lastPrinted>2023-11-10T12:05:00Z</cp:lastPrinted>
  <dcterms:created xsi:type="dcterms:W3CDTF">2023-10-02T13:44:00Z</dcterms:created>
  <dcterms:modified xsi:type="dcterms:W3CDTF">2023-11-10T12:05:00Z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